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6BF" w:rsidRPr="003816BF" w:rsidRDefault="003816BF" w:rsidP="003816BF">
      <w:pPr>
        <w:ind w:right="-664"/>
        <w:jc w:val="center"/>
        <w:rPr>
          <w:rFonts w:ascii="Arial" w:hAnsi="Arial" w:cs="Arial"/>
          <w:b/>
        </w:rPr>
      </w:pPr>
      <w:r w:rsidRPr="003816BF">
        <w:rPr>
          <w:rFonts w:ascii="Arial" w:hAnsi="Arial" w:cs="Arial"/>
          <w:b/>
        </w:rPr>
        <w:t xml:space="preserve">ΠΑΡΑΡΤΗΜΑ </w:t>
      </w:r>
      <w:r w:rsidR="00EA08A4">
        <w:rPr>
          <w:rFonts w:ascii="Arial" w:hAnsi="Arial" w:cs="Arial"/>
          <w:b/>
        </w:rPr>
        <w:t>Γ</w:t>
      </w:r>
    </w:p>
    <w:p w:rsidR="005A0C98" w:rsidRPr="003816BF" w:rsidRDefault="000666F2" w:rsidP="005A0C98">
      <w:pPr>
        <w:ind w:right="-664"/>
        <w:rPr>
          <w:rFonts w:ascii="Arial" w:hAnsi="Arial" w:cs="Arial"/>
        </w:rPr>
      </w:pPr>
      <w:r w:rsidRPr="00636746">
        <w:rPr>
          <w:rFonts w:ascii="Arial" w:hAnsi="Arial" w:cs="Arial"/>
          <w:noProof/>
        </w:rPr>
        <w:drawing>
          <wp:inline distT="0" distB="0" distL="0" distR="0">
            <wp:extent cx="685800" cy="628650"/>
            <wp:effectExtent l="19050" t="0" r="0" b="0"/>
            <wp:docPr id="1" name="Εικόνα 1" descr="poyli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ylimon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C98" w:rsidRPr="00636746" w:rsidRDefault="005A0C98" w:rsidP="005A0C98">
      <w:pPr>
        <w:jc w:val="both"/>
        <w:rPr>
          <w:rFonts w:ascii="Arial" w:hAnsi="Arial" w:cs="Arial"/>
          <w:b/>
        </w:rPr>
      </w:pPr>
      <w:r w:rsidRPr="00636746">
        <w:rPr>
          <w:rFonts w:ascii="Arial" w:hAnsi="Arial" w:cs="Arial"/>
          <w:b/>
        </w:rPr>
        <w:t>ΕΛΛΗΝΙΚΗ ΔΗΜΟΚΡΑΤΙΑ</w:t>
      </w:r>
      <w:r w:rsidR="00D319BC">
        <w:rPr>
          <w:rFonts w:ascii="Arial" w:hAnsi="Arial" w:cs="Arial"/>
          <w:b/>
        </w:rPr>
        <w:t xml:space="preserve">  </w:t>
      </w:r>
      <w:r w:rsidR="005F71F9">
        <w:rPr>
          <w:rFonts w:ascii="Arial" w:hAnsi="Arial" w:cs="Arial"/>
          <w:b/>
        </w:rPr>
        <w:t xml:space="preserve">                                                          </w:t>
      </w:r>
      <w:r w:rsidR="00D319BC">
        <w:rPr>
          <w:rFonts w:ascii="Arial" w:hAnsi="Arial" w:cs="Arial"/>
          <w:b/>
        </w:rPr>
        <w:t xml:space="preserve">Αριθμός Μελέτης ː </w:t>
      </w:r>
      <w:r w:rsidR="003C4BCB">
        <w:rPr>
          <w:rFonts w:ascii="Arial" w:hAnsi="Arial" w:cs="Arial"/>
          <w:b/>
        </w:rPr>
        <w:t>5</w:t>
      </w:r>
      <w:r w:rsidR="00387FA5" w:rsidRPr="0050536B">
        <w:rPr>
          <w:rFonts w:ascii="Arial" w:hAnsi="Arial" w:cs="Arial"/>
          <w:b/>
        </w:rPr>
        <w:t>/202</w:t>
      </w:r>
      <w:r w:rsidR="00E27F74">
        <w:rPr>
          <w:rFonts w:ascii="Arial" w:hAnsi="Arial" w:cs="Arial"/>
          <w:b/>
        </w:rPr>
        <w:t>3</w:t>
      </w:r>
    </w:p>
    <w:p w:rsidR="00D319BC" w:rsidRDefault="000666F2" w:rsidP="003816BF">
      <w:pPr>
        <w:rPr>
          <w:rStyle w:val="FontStyle57"/>
          <w:rFonts w:ascii="Arial" w:hAnsi="Arial" w:cs="Arial"/>
          <w:i w:val="0"/>
          <w:sz w:val="18"/>
          <w:szCs w:val="18"/>
        </w:rPr>
      </w:pPr>
      <w:r w:rsidRPr="00636746">
        <w:rPr>
          <w:rFonts w:ascii="Arial" w:hAnsi="Arial" w:cs="Arial"/>
          <w:b/>
          <w:bCs/>
        </w:rPr>
        <w:t>ΝΟΜΟΣ ΑΤΤΙΚΗΣ</w:t>
      </w:r>
      <w:r w:rsidR="0038503E">
        <w:rPr>
          <w:rFonts w:ascii="Arial" w:hAnsi="Arial" w:cs="Arial"/>
          <w:b/>
          <w:bCs/>
        </w:rPr>
        <w:t xml:space="preserve">                   </w:t>
      </w:r>
      <w:r w:rsidR="005F71F9">
        <w:rPr>
          <w:rFonts w:ascii="Arial" w:hAnsi="Arial" w:cs="Arial"/>
          <w:b/>
          <w:bCs/>
        </w:rPr>
        <w:t xml:space="preserve">                             </w:t>
      </w:r>
      <w:r w:rsidR="0038503E">
        <w:rPr>
          <w:rFonts w:ascii="Arial" w:hAnsi="Arial" w:cs="Arial"/>
          <w:b/>
          <w:bCs/>
        </w:rPr>
        <w:t xml:space="preserve">       Δ</w:t>
      </w:r>
      <w:r w:rsidR="0038503E">
        <w:rPr>
          <w:rStyle w:val="FontStyle57"/>
          <w:rFonts w:ascii="Arial" w:hAnsi="Arial" w:cs="Arial"/>
          <w:i w:val="0"/>
          <w:sz w:val="18"/>
          <w:szCs w:val="18"/>
        </w:rPr>
        <w:t>/</w:t>
      </w:r>
      <w:proofErr w:type="spellStart"/>
      <w:r w:rsidR="0038503E">
        <w:rPr>
          <w:rStyle w:val="FontStyle57"/>
          <w:rFonts w:ascii="Arial" w:hAnsi="Arial" w:cs="Arial"/>
          <w:i w:val="0"/>
          <w:sz w:val="18"/>
          <w:szCs w:val="18"/>
        </w:rPr>
        <w:t>νσης</w:t>
      </w:r>
      <w:proofErr w:type="spellEnd"/>
      <w:r w:rsidR="0038503E">
        <w:rPr>
          <w:rStyle w:val="FontStyle57"/>
          <w:rFonts w:ascii="Arial" w:hAnsi="Arial" w:cs="Arial"/>
          <w:i w:val="0"/>
          <w:sz w:val="18"/>
          <w:szCs w:val="18"/>
        </w:rPr>
        <w:t xml:space="preserve"> </w:t>
      </w:r>
      <w:r w:rsidR="003C4BCB">
        <w:rPr>
          <w:rStyle w:val="FontStyle57"/>
          <w:rFonts w:ascii="Arial" w:hAnsi="Arial" w:cs="Arial"/>
          <w:i w:val="0"/>
          <w:sz w:val="18"/>
          <w:szCs w:val="18"/>
        </w:rPr>
        <w:t xml:space="preserve"> Προγραμματισμού, Οργάνωσης &amp; Πληροφορικής</w:t>
      </w:r>
    </w:p>
    <w:p w:rsidR="00D319BC" w:rsidRPr="00636746" w:rsidRDefault="00D319BC" w:rsidP="00D319BC">
      <w:pPr>
        <w:jc w:val="both"/>
        <w:rPr>
          <w:rFonts w:ascii="Arial" w:hAnsi="Arial" w:cs="Arial"/>
          <w:b/>
          <w:bCs/>
        </w:rPr>
      </w:pPr>
      <w:r w:rsidRPr="00636746">
        <w:rPr>
          <w:rFonts w:ascii="Arial" w:hAnsi="Arial" w:cs="Arial"/>
          <w:b/>
          <w:bCs/>
        </w:rPr>
        <w:t>ΔΗΜΟΣ ΠΕΡΙΣΤΕΡΙΟΥ</w:t>
      </w:r>
      <w:r w:rsidR="005F71F9">
        <w:rPr>
          <w:rFonts w:ascii="Arial" w:hAnsi="Arial" w:cs="Arial"/>
          <w:b/>
          <w:bCs/>
        </w:rPr>
        <w:t xml:space="preserve">                      </w:t>
      </w:r>
      <w:r w:rsidR="002B0665">
        <w:rPr>
          <w:rFonts w:ascii="Arial" w:hAnsi="Arial" w:cs="Arial"/>
          <w:b/>
          <w:bCs/>
        </w:rPr>
        <w:t xml:space="preserve">                      </w:t>
      </w:r>
      <w:r w:rsidR="005F71F9">
        <w:rPr>
          <w:rFonts w:ascii="Arial" w:hAnsi="Arial" w:cs="Arial"/>
          <w:b/>
          <w:bCs/>
        </w:rPr>
        <w:t xml:space="preserve">  </w:t>
      </w:r>
      <w:r w:rsidR="0038503E">
        <w:rPr>
          <w:rStyle w:val="FontStyle57"/>
          <w:rFonts w:ascii="Arial" w:hAnsi="Arial" w:cs="Arial"/>
          <w:i w:val="0"/>
          <w:sz w:val="18"/>
          <w:szCs w:val="18"/>
        </w:rPr>
        <w:t xml:space="preserve">Τμήμα </w:t>
      </w:r>
      <w:r w:rsidR="003C4BCB">
        <w:rPr>
          <w:rStyle w:val="FontStyle57"/>
          <w:rFonts w:ascii="Arial" w:hAnsi="Arial" w:cs="Arial"/>
          <w:i w:val="0"/>
          <w:sz w:val="18"/>
          <w:szCs w:val="18"/>
        </w:rPr>
        <w:t xml:space="preserve"> Τεχνολογιών Πληροφοριών και Επικοινωνιών</w:t>
      </w:r>
    </w:p>
    <w:p w:rsidR="00D319BC" w:rsidRDefault="00D319BC" w:rsidP="00D319BC">
      <w:pPr>
        <w:rPr>
          <w:rFonts w:ascii="Arial" w:hAnsi="Arial" w:cs="Arial"/>
        </w:rPr>
      </w:pPr>
      <w:r w:rsidRPr="00636746">
        <w:rPr>
          <w:rFonts w:ascii="Arial" w:hAnsi="Arial" w:cs="Arial"/>
          <w:b/>
          <w:bCs/>
        </w:rPr>
        <w:t>Δ/ΝΣΗ ΔΙΟΙΚΗΤΙΚΩΝ ΥΠΗΡΕΣΙΩΝ</w:t>
      </w:r>
      <w:r w:rsidR="001966A8">
        <w:rPr>
          <w:rFonts w:ascii="Arial" w:hAnsi="Arial" w:cs="Arial"/>
          <w:b/>
          <w:bCs/>
        </w:rPr>
        <w:t xml:space="preserve">                   </w:t>
      </w:r>
      <w:r w:rsidR="005F71F9">
        <w:rPr>
          <w:rFonts w:ascii="Arial" w:hAnsi="Arial" w:cs="Arial"/>
          <w:b/>
          <w:bCs/>
        </w:rPr>
        <w:t xml:space="preserve">   </w:t>
      </w:r>
    </w:p>
    <w:p w:rsidR="00D319BC" w:rsidRPr="00CF7598" w:rsidRDefault="00D319BC" w:rsidP="00D319BC">
      <w:pPr>
        <w:rPr>
          <w:rFonts w:ascii="Arial" w:hAnsi="Arial" w:cs="Arial"/>
          <w:b/>
          <w:bCs/>
          <w:sz w:val="18"/>
          <w:szCs w:val="18"/>
        </w:rPr>
      </w:pPr>
      <w:r w:rsidRPr="00636746">
        <w:rPr>
          <w:rFonts w:ascii="Arial" w:hAnsi="Arial" w:cs="Arial"/>
          <w:b/>
          <w:bCs/>
        </w:rPr>
        <w:t>ΤΜΗΜΑ ΔΙΟΙΚΗΣΗΣ</w:t>
      </w:r>
      <w:r w:rsidR="003816BF" w:rsidRPr="00D319BC">
        <w:rPr>
          <w:rStyle w:val="FontStyle57"/>
          <w:rFonts w:ascii="Arial" w:hAnsi="Arial" w:cs="Arial"/>
          <w:i w:val="0"/>
          <w:sz w:val="18"/>
          <w:szCs w:val="18"/>
        </w:rPr>
        <w:t>ΠΕΡ</w:t>
      </w:r>
      <w:r w:rsidR="003816BF">
        <w:rPr>
          <w:rStyle w:val="FontStyle57"/>
          <w:rFonts w:ascii="Arial" w:hAnsi="Arial" w:cs="Arial"/>
          <w:i w:val="0"/>
          <w:sz w:val="18"/>
          <w:szCs w:val="18"/>
        </w:rPr>
        <w:t>Ί</w:t>
      </w:r>
      <w:r w:rsidR="003816BF" w:rsidRPr="00D319BC">
        <w:rPr>
          <w:rStyle w:val="FontStyle57"/>
          <w:rFonts w:ascii="Arial" w:hAnsi="Arial" w:cs="Arial"/>
          <w:i w:val="0"/>
          <w:sz w:val="18"/>
          <w:szCs w:val="18"/>
        </w:rPr>
        <w:t>ΣΤΕΡΙΟΥ</w:t>
      </w:r>
      <w:r w:rsidR="005F71F9">
        <w:rPr>
          <w:rStyle w:val="FontStyle57"/>
          <w:rFonts w:ascii="Arial" w:hAnsi="Arial" w:cs="Arial"/>
          <w:i w:val="0"/>
          <w:sz w:val="18"/>
          <w:szCs w:val="18"/>
        </w:rPr>
        <w:t xml:space="preserve">                                       </w:t>
      </w:r>
      <w:r w:rsidR="003816BF" w:rsidRPr="00D319BC">
        <w:rPr>
          <w:rStyle w:val="FontStyle57"/>
          <w:rFonts w:ascii="Arial" w:hAnsi="Arial" w:cs="Arial"/>
          <w:i w:val="0"/>
          <w:sz w:val="18"/>
          <w:szCs w:val="18"/>
        </w:rPr>
        <w:t xml:space="preserve"> </w:t>
      </w:r>
      <w:r w:rsidR="00CF7598" w:rsidRPr="00CF7598">
        <w:rPr>
          <w:rFonts w:ascii="Arial" w:hAnsi="Arial" w:cs="Arial"/>
          <w:b/>
          <w:sz w:val="18"/>
          <w:szCs w:val="18"/>
        </w:rPr>
        <w:t xml:space="preserve"> </w:t>
      </w:r>
    </w:p>
    <w:p w:rsidR="003816BF" w:rsidRDefault="00D319BC" w:rsidP="00D319BC">
      <w:pPr>
        <w:rPr>
          <w:rFonts w:ascii="Arial" w:hAnsi="Arial" w:cs="Arial"/>
          <w:bCs/>
        </w:rPr>
      </w:pPr>
      <w:proofErr w:type="spellStart"/>
      <w:r w:rsidRPr="00636746">
        <w:rPr>
          <w:rFonts w:ascii="Arial" w:hAnsi="Arial" w:cs="Arial"/>
          <w:b/>
          <w:bCs/>
        </w:rPr>
        <w:t>Ταχ.Δ</w:t>
      </w:r>
      <w:proofErr w:type="spellEnd"/>
      <w:r w:rsidRPr="00636746">
        <w:rPr>
          <w:rFonts w:ascii="Arial" w:hAnsi="Arial" w:cs="Arial"/>
          <w:b/>
          <w:bCs/>
        </w:rPr>
        <w:t>/</w:t>
      </w:r>
      <w:proofErr w:type="spellStart"/>
      <w:r w:rsidRPr="00636746">
        <w:rPr>
          <w:rFonts w:ascii="Arial" w:hAnsi="Arial" w:cs="Arial"/>
          <w:b/>
          <w:bCs/>
        </w:rPr>
        <w:t>νση</w:t>
      </w:r>
      <w:proofErr w:type="spellEnd"/>
      <w:r w:rsidRPr="00636746">
        <w:rPr>
          <w:rFonts w:ascii="Arial" w:hAnsi="Arial" w:cs="Arial"/>
          <w:bCs/>
        </w:rPr>
        <w:t xml:space="preserve"> : Πλατεία Δημοκρατίας 1</w:t>
      </w:r>
      <w:r w:rsidR="005F71F9">
        <w:rPr>
          <w:rFonts w:ascii="Arial" w:hAnsi="Arial" w:cs="Arial"/>
          <w:bCs/>
        </w:rPr>
        <w:t xml:space="preserve">                        </w:t>
      </w:r>
      <w:r w:rsidR="000A6168">
        <w:rPr>
          <w:rFonts w:ascii="Arial" w:hAnsi="Arial" w:cs="Arial"/>
          <w:bCs/>
        </w:rPr>
        <w:t xml:space="preserve">  </w:t>
      </w:r>
      <w:r w:rsidR="003816BF">
        <w:rPr>
          <w:rFonts w:ascii="Arial" w:hAnsi="Arial" w:cs="Arial"/>
          <w:bCs/>
        </w:rPr>
        <w:tab/>
      </w:r>
      <w:r w:rsidR="000A6168">
        <w:rPr>
          <w:rFonts w:ascii="Arial" w:hAnsi="Arial" w:cs="Arial"/>
          <w:bCs/>
        </w:rPr>
        <w:t xml:space="preserve">          </w:t>
      </w:r>
      <w:r w:rsidR="000A6168" w:rsidRPr="003B539E">
        <w:rPr>
          <w:rFonts w:ascii="Arial" w:hAnsi="Arial" w:cs="Arial"/>
          <w:b/>
        </w:rPr>
        <w:t>Προϋπολογισμός</w:t>
      </w:r>
      <w:r w:rsidR="000A6168">
        <w:rPr>
          <w:rFonts w:ascii="Arial" w:hAnsi="Arial" w:cs="Arial"/>
        </w:rPr>
        <w:t xml:space="preserve"> ː  </w:t>
      </w:r>
      <w:r w:rsidR="00E27F74" w:rsidRPr="00E27F74">
        <w:rPr>
          <w:rFonts w:ascii="Arial" w:hAnsi="Arial" w:cs="Arial"/>
          <w:b/>
        </w:rPr>
        <w:t>8</w:t>
      </w:r>
      <w:r w:rsidR="000A6168" w:rsidRPr="00D234B5">
        <w:rPr>
          <w:rFonts w:ascii="Arial" w:hAnsi="Arial" w:cs="Arial"/>
          <w:b/>
        </w:rPr>
        <w:t>0</w:t>
      </w:r>
      <w:r w:rsidR="000A6168" w:rsidRPr="00C10C33">
        <w:rPr>
          <w:rFonts w:ascii="Arial" w:hAnsi="Arial" w:cs="Arial"/>
          <w:b/>
        </w:rPr>
        <w:t>.</w:t>
      </w:r>
      <w:r w:rsidR="00E27F74">
        <w:rPr>
          <w:rFonts w:ascii="Arial" w:hAnsi="Arial" w:cs="Arial"/>
          <w:b/>
        </w:rPr>
        <w:t>835</w:t>
      </w:r>
      <w:r w:rsidR="000A6168" w:rsidRPr="00C10C33">
        <w:rPr>
          <w:rFonts w:ascii="Arial" w:hAnsi="Arial" w:cs="Arial"/>
          <w:b/>
        </w:rPr>
        <w:t>,</w:t>
      </w:r>
      <w:r w:rsidR="00E27F74">
        <w:rPr>
          <w:rFonts w:ascii="Arial" w:hAnsi="Arial" w:cs="Arial"/>
          <w:b/>
        </w:rPr>
        <w:t>60</w:t>
      </w:r>
      <w:r w:rsidR="000A6168" w:rsidRPr="00C10C33">
        <w:rPr>
          <w:rFonts w:ascii="Arial" w:hAnsi="Arial" w:cs="Arial"/>
          <w:b/>
        </w:rPr>
        <w:t xml:space="preserve"> €</w:t>
      </w:r>
    </w:p>
    <w:p w:rsidR="00D319BC" w:rsidRPr="00636746" w:rsidRDefault="00D319BC" w:rsidP="00D319BC">
      <w:pPr>
        <w:rPr>
          <w:rFonts w:ascii="Arial" w:hAnsi="Arial" w:cs="Arial"/>
          <w:bCs/>
        </w:rPr>
      </w:pPr>
      <w:proofErr w:type="spellStart"/>
      <w:r w:rsidRPr="00636746">
        <w:rPr>
          <w:rFonts w:ascii="Arial" w:hAnsi="Arial" w:cs="Arial"/>
          <w:b/>
          <w:bCs/>
        </w:rPr>
        <w:t>Ταχ.Κώδικας</w:t>
      </w:r>
      <w:proofErr w:type="spellEnd"/>
      <w:r w:rsidRPr="00636746">
        <w:rPr>
          <w:rFonts w:ascii="Arial" w:hAnsi="Arial" w:cs="Arial"/>
          <w:bCs/>
        </w:rPr>
        <w:t>: 121 34 Περιστέρι</w:t>
      </w:r>
    </w:p>
    <w:p w:rsidR="001A3358" w:rsidRDefault="00D319BC" w:rsidP="003B539E">
      <w:pPr>
        <w:rPr>
          <w:rFonts w:ascii="Arial" w:hAnsi="Arial" w:cs="Arial"/>
          <w:bCs/>
        </w:rPr>
      </w:pPr>
      <w:r w:rsidRPr="00636746">
        <w:rPr>
          <w:rFonts w:ascii="Arial" w:hAnsi="Arial" w:cs="Arial"/>
          <w:b/>
          <w:bCs/>
        </w:rPr>
        <w:t>Πληροφορίες</w:t>
      </w:r>
      <w:r w:rsidRPr="00636746">
        <w:rPr>
          <w:rFonts w:ascii="Arial" w:hAnsi="Arial" w:cs="Arial"/>
          <w:bCs/>
        </w:rPr>
        <w:t xml:space="preserve">: </w:t>
      </w:r>
      <w:r w:rsidR="0038503E">
        <w:rPr>
          <w:rFonts w:ascii="Arial" w:hAnsi="Arial" w:cs="Arial"/>
          <w:bCs/>
        </w:rPr>
        <w:t xml:space="preserve">κα. </w:t>
      </w:r>
      <w:r>
        <w:rPr>
          <w:rFonts w:ascii="Arial" w:hAnsi="Arial" w:cs="Arial"/>
          <w:bCs/>
        </w:rPr>
        <w:t>Κολοκυθά Χρυσούλα</w:t>
      </w:r>
      <w:r w:rsidR="00D234B5">
        <w:rPr>
          <w:rFonts w:ascii="Arial" w:hAnsi="Arial" w:cs="Arial"/>
          <w:bCs/>
        </w:rPr>
        <w:t xml:space="preserve">    </w:t>
      </w:r>
    </w:p>
    <w:p w:rsidR="003B539E" w:rsidRDefault="001A3358" w:rsidP="003B539E">
      <w:pPr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                         κα </w:t>
      </w:r>
      <w:proofErr w:type="spellStart"/>
      <w:r>
        <w:rPr>
          <w:rFonts w:ascii="Arial" w:hAnsi="Arial" w:cs="Arial"/>
          <w:bCs/>
        </w:rPr>
        <w:t>Τσάση</w:t>
      </w:r>
      <w:proofErr w:type="spellEnd"/>
      <w:r>
        <w:rPr>
          <w:rFonts w:ascii="Arial" w:hAnsi="Arial" w:cs="Arial"/>
          <w:bCs/>
        </w:rPr>
        <w:t xml:space="preserve"> Ευγενία</w:t>
      </w:r>
      <w:r w:rsidR="00D234B5">
        <w:rPr>
          <w:rFonts w:ascii="Arial" w:hAnsi="Arial" w:cs="Arial"/>
          <w:bCs/>
        </w:rPr>
        <w:t xml:space="preserve">                                                             </w:t>
      </w:r>
      <w:r w:rsidR="001C0BFD">
        <w:rPr>
          <w:rFonts w:ascii="Arial" w:hAnsi="Arial" w:cs="Arial"/>
          <w:bCs/>
        </w:rPr>
        <w:t xml:space="preserve">                                        </w:t>
      </w:r>
    </w:p>
    <w:p w:rsidR="003B539E" w:rsidRDefault="003B539E" w:rsidP="003B539E">
      <w:pPr>
        <w:rPr>
          <w:rFonts w:ascii="Arial" w:hAnsi="Arial" w:cs="Arial"/>
          <w:bCs/>
        </w:rPr>
      </w:pPr>
      <w:proofErr w:type="spellStart"/>
      <w:r w:rsidRPr="00636746">
        <w:rPr>
          <w:rFonts w:ascii="Arial" w:hAnsi="Arial" w:cs="Arial"/>
          <w:b/>
          <w:bCs/>
        </w:rPr>
        <w:t>Τηλ</w:t>
      </w:r>
      <w:proofErr w:type="spellEnd"/>
      <w:r w:rsidRPr="003B539E">
        <w:rPr>
          <w:rFonts w:ascii="Arial" w:hAnsi="Arial" w:cs="Arial"/>
          <w:b/>
          <w:bCs/>
        </w:rPr>
        <w:t>.:</w:t>
      </w:r>
      <w:r w:rsidRPr="003B539E">
        <w:rPr>
          <w:rFonts w:ascii="Arial" w:hAnsi="Arial" w:cs="Arial"/>
          <w:bCs/>
        </w:rPr>
        <w:t xml:space="preserve"> 210</w:t>
      </w:r>
      <w:r w:rsidR="00D234B5">
        <w:rPr>
          <w:rFonts w:ascii="Arial" w:hAnsi="Arial" w:cs="Arial"/>
          <w:bCs/>
        </w:rPr>
        <w:t xml:space="preserve"> </w:t>
      </w:r>
      <w:r w:rsidRPr="003B539E">
        <w:rPr>
          <w:rFonts w:ascii="Arial" w:hAnsi="Arial" w:cs="Arial"/>
          <w:bCs/>
        </w:rPr>
        <w:t>570104</w:t>
      </w:r>
      <w:r w:rsidR="003816BF">
        <w:rPr>
          <w:rFonts w:ascii="Arial" w:hAnsi="Arial" w:cs="Arial"/>
          <w:bCs/>
        </w:rPr>
        <w:t>4</w:t>
      </w:r>
    </w:p>
    <w:p w:rsidR="009879EC" w:rsidRDefault="009879EC" w:rsidP="003B539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210 5701043  </w:t>
      </w:r>
    </w:p>
    <w:p w:rsidR="003B539E" w:rsidRDefault="003B539E" w:rsidP="003B539E">
      <w:pPr>
        <w:rPr>
          <w:rFonts w:ascii="Arial" w:hAnsi="Arial" w:cs="Arial"/>
          <w:bCs/>
        </w:rPr>
      </w:pPr>
      <w:r w:rsidRPr="00636746">
        <w:rPr>
          <w:rFonts w:ascii="Arial" w:hAnsi="Arial" w:cs="Arial"/>
          <w:b/>
          <w:bCs/>
          <w:lang w:val="en-US"/>
        </w:rPr>
        <w:t>Email</w:t>
      </w:r>
      <w:r w:rsidRPr="003B539E">
        <w:rPr>
          <w:rFonts w:ascii="Arial" w:hAnsi="Arial" w:cs="Arial"/>
          <w:bCs/>
        </w:rPr>
        <w:t xml:space="preserve">: </w:t>
      </w:r>
      <w:hyperlink r:id="rId6" w:history="1">
        <w:r w:rsidR="000A6168" w:rsidRPr="0026652C">
          <w:rPr>
            <w:rStyle w:val="-"/>
            <w:rFonts w:ascii="Arial" w:hAnsi="Arial" w:cs="Arial"/>
            <w:bCs/>
            <w:lang w:val="en-US"/>
          </w:rPr>
          <w:t>dioikitiko</w:t>
        </w:r>
        <w:r w:rsidR="000A6168" w:rsidRPr="0026652C">
          <w:rPr>
            <w:rStyle w:val="-"/>
            <w:rFonts w:ascii="Arial" w:hAnsi="Arial" w:cs="Arial"/>
            <w:bCs/>
          </w:rPr>
          <w:t>@</w:t>
        </w:r>
        <w:r w:rsidR="000A6168" w:rsidRPr="0026652C">
          <w:rPr>
            <w:rStyle w:val="-"/>
            <w:rFonts w:ascii="Arial" w:hAnsi="Arial" w:cs="Arial"/>
            <w:bCs/>
            <w:lang w:val="en-US"/>
          </w:rPr>
          <w:t>peristeri</w:t>
        </w:r>
        <w:r w:rsidR="000A6168" w:rsidRPr="0026652C">
          <w:rPr>
            <w:rStyle w:val="-"/>
            <w:rFonts w:ascii="Arial" w:hAnsi="Arial" w:cs="Arial"/>
            <w:bCs/>
          </w:rPr>
          <w:t>.</w:t>
        </w:r>
        <w:r w:rsidR="000A6168" w:rsidRPr="0026652C">
          <w:rPr>
            <w:rStyle w:val="-"/>
            <w:rFonts w:ascii="Arial" w:hAnsi="Arial" w:cs="Arial"/>
            <w:bCs/>
            <w:lang w:val="en-US"/>
          </w:rPr>
          <w:t>gr</w:t>
        </w:r>
      </w:hyperlink>
    </w:p>
    <w:p w:rsidR="000A6168" w:rsidRPr="000A6168" w:rsidRDefault="000A6168" w:rsidP="003B539E">
      <w:pPr>
        <w:rPr>
          <w:rFonts w:ascii="Arial" w:hAnsi="Arial" w:cs="Arial"/>
          <w:bCs/>
        </w:rPr>
      </w:pPr>
    </w:p>
    <w:p w:rsidR="00DE7CD6" w:rsidRDefault="003C5477" w:rsidP="003C5477">
      <w:pPr>
        <w:pStyle w:val="Style4"/>
        <w:widowControl/>
        <w:spacing w:before="34"/>
        <w:ind w:right="1457"/>
        <w:rPr>
          <w:rStyle w:val="FontStyle56"/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</w:t>
      </w:r>
      <w:r w:rsidR="00D319BC" w:rsidRPr="00153880">
        <w:rPr>
          <w:rFonts w:ascii="Arial" w:hAnsi="Arial" w:cs="Arial"/>
          <w:b/>
          <w:sz w:val="18"/>
          <w:szCs w:val="18"/>
        </w:rPr>
        <w:t xml:space="preserve">Τίτλος Διαγωνισμού ː </w:t>
      </w:r>
      <w:r>
        <w:rPr>
          <w:rFonts w:ascii="Arial" w:hAnsi="Arial" w:cs="Arial"/>
          <w:b/>
          <w:sz w:val="18"/>
          <w:szCs w:val="18"/>
        </w:rPr>
        <w:t>«ΠΡΟΜΗΘΕΙΑ ΗΛΕΚΤΡΟΝΙΚΩΝ ΥΠΟΛΟΓΙΣΤΩΝ ΚΑΙ ΠΕΡΙΦΕΡΕΙΑΚΩΝ»</w:t>
      </w:r>
      <w:r w:rsidR="00153880" w:rsidRPr="00153880">
        <w:rPr>
          <w:rStyle w:val="FontStyle56"/>
          <w:rFonts w:ascii="Arial" w:hAnsi="Arial" w:cs="Arial"/>
          <w:b/>
          <w:sz w:val="18"/>
          <w:szCs w:val="18"/>
        </w:rPr>
        <w:t xml:space="preserve"> </w:t>
      </w:r>
      <w:r w:rsidR="00D234B5">
        <w:rPr>
          <w:rStyle w:val="FontStyle56"/>
          <w:rFonts w:ascii="Arial" w:hAnsi="Arial" w:cs="Arial"/>
          <w:b/>
          <w:sz w:val="18"/>
          <w:szCs w:val="18"/>
        </w:rPr>
        <w:t xml:space="preserve">          </w:t>
      </w:r>
    </w:p>
    <w:p w:rsidR="00D234B5" w:rsidRDefault="00D234B5" w:rsidP="003C5477">
      <w:pPr>
        <w:pStyle w:val="Style4"/>
        <w:widowControl/>
        <w:spacing w:before="34"/>
        <w:ind w:right="1457"/>
        <w:rPr>
          <w:rStyle w:val="FontStyle56"/>
          <w:rFonts w:ascii="Arial" w:hAnsi="Arial" w:cs="Arial"/>
          <w:b/>
          <w:sz w:val="18"/>
          <w:szCs w:val="18"/>
        </w:rPr>
      </w:pPr>
      <w:r>
        <w:rPr>
          <w:rStyle w:val="FontStyle56"/>
          <w:rFonts w:ascii="Arial" w:hAnsi="Arial" w:cs="Arial"/>
          <w:b/>
          <w:sz w:val="18"/>
          <w:szCs w:val="18"/>
        </w:rPr>
        <w:t xml:space="preserve"> </w:t>
      </w:r>
    </w:p>
    <w:p w:rsidR="00DE7CD6" w:rsidRDefault="00DE7CD6" w:rsidP="00DE7CD6">
      <w:pPr>
        <w:spacing w:line="276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>
        <w:rPr>
          <w:rFonts w:ascii="Arial" w:eastAsia="Calibri" w:hAnsi="Arial" w:cs="Arial"/>
          <w:b/>
          <w:bCs/>
          <w:sz w:val="18"/>
          <w:szCs w:val="18"/>
        </w:rPr>
        <w:t xml:space="preserve">            </w:t>
      </w:r>
      <w:r w:rsidRPr="007C140E">
        <w:rPr>
          <w:rFonts w:ascii="Arial" w:eastAsia="Calibri" w:hAnsi="Arial" w:cs="Arial"/>
          <w:b/>
          <w:bCs/>
          <w:sz w:val="18"/>
          <w:szCs w:val="18"/>
        </w:rPr>
        <w:t xml:space="preserve">ΚΩΔΙΚΟΙ </w:t>
      </w:r>
      <w:r w:rsidRPr="007C140E">
        <w:rPr>
          <w:rFonts w:ascii="Arial" w:eastAsia="Calibri" w:hAnsi="Arial" w:cs="Arial"/>
          <w:b/>
          <w:bCs/>
          <w:sz w:val="18"/>
          <w:szCs w:val="18"/>
          <w:lang w:val="en-US"/>
        </w:rPr>
        <w:t>CPV</w:t>
      </w:r>
      <w:r w:rsidRPr="007C140E">
        <w:rPr>
          <w:rFonts w:ascii="Arial" w:eastAsia="Calibri" w:hAnsi="Arial" w:cs="Arial"/>
          <w:b/>
          <w:bCs/>
          <w:sz w:val="18"/>
          <w:szCs w:val="18"/>
        </w:rPr>
        <w:t xml:space="preserve">:  30213000-5 , 30231000-7, 30232110-8, 30213200-7, 30121100-4, 30213100-6, 30232140-7, </w:t>
      </w:r>
    </w:p>
    <w:p w:rsidR="00DE7CD6" w:rsidRPr="007C140E" w:rsidRDefault="00DE7CD6" w:rsidP="00DE7CD6">
      <w:pPr>
        <w:spacing w:line="276" w:lineRule="auto"/>
        <w:jc w:val="center"/>
        <w:rPr>
          <w:rFonts w:ascii="Arial" w:eastAsia="Calibri" w:hAnsi="Arial" w:cs="Arial"/>
          <w:sz w:val="18"/>
          <w:szCs w:val="18"/>
        </w:rPr>
      </w:pPr>
      <w:r w:rsidRPr="007C140E">
        <w:rPr>
          <w:rFonts w:ascii="Arial" w:eastAsia="Calibri" w:hAnsi="Arial" w:cs="Arial"/>
          <w:b/>
          <w:bCs/>
          <w:sz w:val="18"/>
          <w:szCs w:val="18"/>
        </w:rPr>
        <w:t>32413100-2, 32422000-7</w:t>
      </w:r>
    </w:p>
    <w:p w:rsidR="00153880" w:rsidRPr="00153880" w:rsidRDefault="00D234B5" w:rsidP="00153880">
      <w:pPr>
        <w:pStyle w:val="Style4"/>
        <w:widowControl/>
        <w:spacing w:before="34"/>
        <w:ind w:left="1276" w:right="1457"/>
        <w:jc w:val="center"/>
        <w:rPr>
          <w:rStyle w:val="FontStyle56"/>
          <w:rFonts w:ascii="Arial" w:hAnsi="Arial" w:cs="Arial"/>
          <w:b/>
          <w:sz w:val="18"/>
          <w:szCs w:val="18"/>
        </w:rPr>
      </w:pPr>
      <w:r>
        <w:rPr>
          <w:rStyle w:val="FontStyle56"/>
          <w:rFonts w:ascii="Arial" w:hAnsi="Arial" w:cs="Arial"/>
          <w:b/>
          <w:sz w:val="18"/>
          <w:szCs w:val="18"/>
        </w:rPr>
        <w:t xml:space="preserve">                     </w:t>
      </w:r>
    </w:p>
    <w:p w:rsidR="007B62D5" w:rsidRDefault="00153880" w:rsidP="007B62D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Αρ. Διακήρυξης …………./202</w:t>
      </w:r>
      <w:r w:rsidR="00F42045">
        <w:rPr>
          <w:rFonts w:ascii="Arial" w:hAnsi="Arial" w:cs="Arial"/>
        </w:rPr>
        <w:t>3</w:t>
      </w:r>
    </w:p>
    <w:tbl>
      <w:tblPr>
        <w:tblStyle w:val="a5"/>
        <w:tblW w:w="10314" w:type="dxa"/>
        <w:tblCellSpacing w:w="11" w:type="dxa"/>
        <w:tblBorders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3259"/>
        <w:gridCol w:w="7055"/>
      </w:tblGrid>
      <w:tr w:rsidR="007B62D5" w:rsidTr="00F004F8">
        <w:trPr>
          <w:cantSplit/>
          <w:trHeight w:val="340"/>
          <w:tblCellSpacing w:w="11" w:type="dxa"/>
        </w:trPr>
        <w:tc>
          <w:tcPr>
            <w:tcW w:w="3226" w:type="dxa"/>
            <w:vAlign w:val="bottom"/>
          </w:tcPr>
          <w:p w:rsidR="007B62D5" w:rsidRDefault="007B62D5" w:rsidP="001049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ΕΠΩΝΥΜΙΑ ΠΡΟΣΦΕΡΟΝΤΟΣ</w:t>
            </w:r>
          </w:p>
        </w:tc>
        <w:tc>
          <w:tcPr>
            <w:tcW w:w="7022" w:type="dxa"/>
            <w:vAlign w:val="bottom"/>
          </w:tcPr>
          <w:p w:rsidR="007B62D5" w:rsidRDefault="007B62D5" w:rsidP="00C252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62D5" w:rsidTr="00F004F8">
        <w:trPr>
          <w:cantSplit/>
          <w:trHeight w:val="340"/>
          <w:tblCellSpacing w:w="11" w:type="dxa"/>
        </w:trPr>
        <w:tc>
          <w:tcPr>
            <w:tcW w:w="3226" w:type="dxa"/>
            <w:vAlign w:val="bottom"/>
          </w:tcPr>
          <w:p w:rsidR="007B62D5" w:rsidRDefault="007B62D5" w:rsidP="001049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ΤΑΧ. Δ/ΝΣΗ</w:t>
            </w:r>
          </w:p>
        </w:tc>
        <w:tc>
          <w:tcPr>
            <w:tcW w:w="7022" w:type="dxa"/>
            <w:vAlign w:val="bottom"/>
          </w:tcPr>
          <w:p w:rsidR="007B62D5" w:rsidRDefault="007B62D5" w:rsidP="00C252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62D5" w:rsidTr="00F004F8">
        <w:trPr>
          <w:cantSplit/>
          <w:trHeight w:val="340"/>
          <w:tblCellSpacing w:w="11" w:type="dxa"/>
        </w:trPr>
        <w:tc>
          <w:tcPr>
            <w:tcW w:w="3226" w:type="dxa"/>
            <w:vAlign w:val="bottom"/>
          </w:tcPr>
          <w:p w:rsidR="007B62D5" w:rsidRDefault="007B62D5" w:rsidP="001049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ΑΦΜ</w:t>
            </w:r>
          </w:p>
        </w:tc>
        <w:tc>
          <w:tcPr>
            <w:tcW w:w="7022" w:type="dxa"/>
            <w:vAlign w:val="bottom"/>
          </w:tcPr>
          <w:p w:rsidR="007B62D5" w:rsidRDefault="007B62D5" w:rsidP="00C252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62D5" w:rsidTr="00F004F8">
        <w:trPr>
          <w:cantSplit/>
          <w:trHeight w:val="340"/>
          <w:tblCellSpacing w:w="11" w:type="dxa"/>
        </w:trPr>
        <w:tc>
          <w:tcPr>
            <w:tcW w:w="3226" w:type="dxa"/>
            <w:vAlign w:val="bottom"/>
          </w:tcPr>
          <w:p w:rsidR="007B62D5" w:rsidRDefault="007B62D5" w:rsidP="001049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ΔΟΥ</w:t>
            </w:r>
          </w:p>
        </w:tc>
        <w:tc>
          <w:tcPr>
            <w:tcW w:w="7022" w:type="dxa"/>
            <w:vAlign w:val="bottom"/>
          </w:tcPr>
          <w:p w:rsidR="007B62D5" w:rsidRDefault="007B62D5" w:rsidP="00C252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62D5" w:rsidTr="00F004F8">
        <w:trPr>
          <w:cantSplit/>
          <w:trHeight w:val="340"/>
          <w:tblCellSpacing w:w="11" w:type="dxa"/>
        </w:trPr>
        <w:tc>
          <w:tcPr>
            <w:tcW w:w="3226" w:type="dxa"/>
            <w:vAlign w:val="bottom"/>
          </w:tcPr>
          <w:p w:rsidR="007B62D5" w:rsidRDefault="007B62D5" w:rsidP="001049C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Τηλ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7022" w:type="dxa"/>
            <w:vAlign w:val="bottom"/>
          </w:tcPr>
          <w:p w:rsidR="007B62D5" w:rsidRDefault="007B62D5" w:rsidP="00C252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62D5" w:rsidTr="00F004F8">
        <w:trPr>
          <w:cantSplit/>
          <w:trHeight w:val="340"/>
          <w:tblCellSpacing w:w="11" w:type="dxa"/>
        </w:trPr>
        <w:tc>
          <w:tcPr>
            <w:tcW w:w="3226" w:type="dxa"/>
            <w:vAlign w:val="bottom"/>
          </w:tcPr>
          <w:p w:rsidR="007B62D5" w:rsidRPr="007B62D5" w:rsidRDefault="007B62D5" w:rsidP="001049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Fax</w:t>
            </w:r>
          </w:p>
        </w:tc>
        <w:tc>
          <w:tcPr>
            <w:tcW w:w="7022" w:type="dxa"/>
            <w:vAlign w:val="bottom"/>
          </w:tcPr>
          <w:p w:rsidR="007B62D5" w:rsidRDefault="007B62D5" w:rsidP="00C252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62D5" w:rsidTr="00F004F8">
        <w:trPr>
          <w:cantSplit/>
          <w:trHeight w:val="340"/>
          <w:tblCellSpacing w:w="11" w:type="dxa"/>
        </w:trPr>
        <w:tc>
          <w:tcPr>
            <w:tcW w:w="3226" w:type="dxa"/>
            <w:vAlign w:val="bottom"/>
          </w:tcPr>
          <w:p w:rsidR="007B62D5" w:rsidRPr="00C25211" w:rsidRDefault="007B62D5" w:rsidP="001049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E-mail</w:t>
            </w:r>
          </w:p>
        </w:tc>
        <w:tc>
          <w:tcPr>
            <w:tcW w:w="7022" w:type="dxa"/>
            <w:vAlign w:val="bottom"/>
          </w:tcPr>
          <w:p w:rsidR="007B62D5" w:rsidRDefault="007B62D5" w:rsidP="00C25211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A67438" w:rsidRDefault="00A67438" w:rsidP="003B539E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B539E" w:rsidRDefault="003B539E" w:rsidP="003B539E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816BF">
        <w:rPr>
          <w:rFonts w:ascii="Arial" w:hAnsi="Arial" w:cs="Arial"/>
          <w:b/>
          <w:sz w:val="24"/>
          <w:szCs w:val="24"/>
          <w:u w:val="single"/>
        </w:rPr>
        <w:t>ΟΙΚΟΝΟΜΙΚΗ ΠΡΟΣΦΟΡΑ</w:t>
      </w:r>
    </w:p>
    <w:tbl>
      <w:tblPr>
        <w:tblStyle w:val="a5"/>
        <w:tblW w:w="10349" w:type="dxa"/>
        <w:tblInd w:w="-318" w:type="dxa"/>
        <w:tblLayout w:type="fixed"/>
        <w:tblLook w:val="04A0"/>
      </w:tblPr>
      <w:tblGrid>
        <w:gridCol w:w="710"/>
        <w:gridCol w:w="992"/>
        <w:gridCol w:w="3119"/>
        <w:gridCol w:w="1275"/>
        <w:gridCol w:w="1276"/>
        <w:gridCol w:w="1134"/>
        <w:gridCol w:w="851"/>
        <w:gridCol w:w="992"/>
      </w:tblGrid>
      <w:tr w:rsidR="003F23CB" w:rsidRPr="00DA04B6" w:rsidTr="003F23CB">
        <w:trPr>
          <w:trHeight w:val="750"/>
        </w:trPr>
        <w:tc>
          <w:tcPr>
            <w:tcW w:w="10349" w:type="dxa"/>
            <w:gridSpan w:val="8"/>
          </w:tcPr>
          <w:p w:rsidR="003F23CB" w:rsidRDefault="003F23CB" w:rsidP="00F4204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ΟΜΑΔΑ Α</w:t>
            </w:r>
          </w:p>
          <w:p w:rsidR="003F23CB" w:rsidRPr="00E16AFB" w:rsidRDefault="003F23CB" w:rsidP="00F4204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«Εκσυγχρονισμός των ΚΕΠ/Προμήθεια Μηχανογραφικού Εξοπλισμού»</w:t>
            </w:r>
          </w:p>
        </w:tc>
      </w:tr>
      <w:tr w:rsidR="003F23CB" w:rsidRPr="00DA04B6" w:rsidTr="00F5629C">
        <w:trPr>
          <w:trHeight w:val="704"/>
        </w:trPr>
        <w:tc>
          <w:tcPr>
            <w:tcW w:w="710" w:type="dxa"/>
            <w:vAlign w:val="bottom"/>
          </w:tcPr>
          <w:p w:rsidR="003F23CB" w:rsidRPr="003F23CB" w:rsidRDefault="003F23CB" w:rsidP="00F420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3F23CB" w:rsidRPr="003F23CB" w:rsidRDefault="003F23CB" w:rsidP="00F420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bottom"/>
          </w:tcPr>
          <w:p w:rsidR="003F23CB" w:rsidRPr="00732791" w:rsidRDefault="003F23CB" w:rsidP="00F4204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73279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ΠΕΡΙΓΡΑΦΗ</w:t>
            </w:r>
          </w:p>
        </w:tc>
        <w:tc>
          <w:tcPr>
            <w:tcW w:w="1275" w:type="dxa"/>
            <w:vAlign w:val="bottom"/>
          </w:tcPr>
          <w:p w:rsidR="003F23CB" w:rsidRPr="00732791" w:rsidRDefault="003F23CB" w:rsidP="00F4204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73279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ΠΟΣΟΤΗΤΑ</w:t>
            </w:r>
          </w:p>
        </w:tc>
        <w:tc>
          <w:tcPr>
            <w:tcW w:w="1276" w:type="dxa"/>
            <w:vAlign w:val="bottom"/>
          </w:tcPr>
          <w:p w:rsidR="003F23CB" w:rsidRPr="003F23CB" w:rsidRDefault="003F23CB" w:rsidP="00F42045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3F23CB">
              <w:rPr>
                <w:rFonts w:ascii="Tahoma" w:hAnsi="Tahoma" w:cs="Tahoma"/>
                <w:b/>
                <w:color w:val="000000"/>
                <w:sz w:val="18"/>
                <w:szCs w:val="18"/>
                <w:lang w:val="en-GB"/>
              </w:rPr>
              <w:t>TIMH MONAΔΟΣ</w:t>
            </w:r>
          </w:p>
        </w:tc>
        <w:tc>
          <w:tcPr>
            <w:tcW w:w="1134" w:type="dxa"/>
            <w:vAlign w:val="bottom"/>
          </w:tcPr>
          <w:p w:rsidR="003F23CB" w:rsidRPr="00292C8A" w:rsidRDefault="003F23CB" w:rsidP="00295F2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92C8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ΣΥΝΟΛΟ ΑΝΕΥ ΦΠΑ</w:t>
            </w:r>
          </w:p>
        </w:tc>
        <w:tc>
          <w:tcPr>
            <w:tcW w:w="851" w:type="dxa"/>
            <w:vAlign w:val="bottom"/>
          </w:tcPr>
          <w:p w:rsidR="003F23CB" w:rsidRPr="00292C8A" w:rsidRDefault="003F23CB" w:rsidP="00295F2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92C8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ΦΠΑ 24%</w:t>
            </w:r>
          </w:p>
        </w:tc>
        <w:tc>
          <w:tcPr>
            <w:tcW w:w="992" w:type="dxa"/>
            <w:vAlign w:val="bottom"/>
          </w:tcPr>
          <w:p w:rsidR="003F23CB" w:rsidRPr="00292C8A" w:rsidRDefault="003F23CB" w:rsidP="00295F2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92C8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ΣΥΝΟΛΟ ΤΕΛΙΚΟ</w:t>
            </w:r>
          </w:p>
        </w:tc>
      </w:tr>
      <w:tr w:rsidR="003F23CB" w:rsidRPr="00DA04B6" w:rsidTr="003F23CB">
        <w:trPr>
          <w:trHeight w:val="221"/>
        </w:trPr>
        <w:tc>
          <w:tcPr>
            <w:tcW w:w="710" w:type="dxa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A1.1</w:t>
            </w:r>
          </w:p>
        </w:tc>
        <w:tc>
          <w:tcPr>
            <w:tcW w:w="992" w:type="dxa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bottom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Ηλεκτρονικοί Υπολογιστές</w:t>
            </w:r>
          </w:p>
        </w:tc>
        <w:tc>
          <w:tcPr>
            <w:tcW w:w="1275" w:type="dxa"/>
            <w:vAlign w:val="bottom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vAlign w:val="bottom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F23CB" w:rsidRPr="00DA04B6" w:rsidTr="003F23CB">
        <w:trPr>
          <w:trHeight w:val="207"/>
        </w:trPr>
        <w:tc>
          <w:tcPr>
            <w:tcW w:w="710" w:type="dxa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A1.2</w:t>
            </w:r>
          </w:p>
        </w:tc>
        <w:tc>
          <w:tcPr>
            <w:tcW w:w="992" w:type="dxa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bottom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 xml:space="preserve">Οθόνες 24’’ </w:t>
            </w:r>
            <w:proofErr w:type="spellStart"/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Multimedia</w:t>
            </w:r>
            <w:proofErr w:type="spellEnd"/>
          </w:p>
        </w:tc>
        <w:tc>
          <w:tcPr>
            <w:tcW w:w="1275" w:type="dxa"/>
            <w:vAlign w:val="bottom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vAlign w:val="bottom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F23CB" w:rsidRPr="00DA04B6" w:rsidTr="003F23CB">
        <w:trPr>
          <w:trHeight w:val="221"/>
        </w:trPr>
        <w:tc>
          <w:tcPr>
            <w:tcW w:w="710" w:type="dxa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A1.3</w:t>
            </w:r>
          </w:p>
        </w:tc>
        <w:tc>
          <w:tcPr>
            <w:tcW w:w="992" w:type="dxa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bottom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 xml:space="preserve">Εκτυπωτές </w:t>
            </w:r>
            <w:proofErr w:type="spellStart"/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Laser</w:t>
            </w:r>
            <w:proofErr w:type="spellEnd"/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A4 </w:t>
            </w:r>
            <w:proofErr w:type="spellStart"/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Mono</w:t>
            </w:r>
            <w:proofErr w:type="spellEnd"/>
          </w:p>
        </w:tc>
        <w:tc>
          <w:tcPr>
            <w:tcW w:w="1275" w:type="dxa"/>
            <w:vAlign w:val="bottom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bottom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F23CB" w:rsidRPr="00DA04B6" w:rsidTr="003F23CB">
        <w:trPr>
          <w:trHeight w:val="221"/>
        </w:trPr>
        <w:tc>
          <w:tcPr>
            <w:tcW w:w="710" w:type="dxa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A1.4</w:t>
            </w:r>
          </w:p>
        </w:tc>
        <w:tc>
          <w:tcPr>
            <w:tcW w:w="992" w:type="dxa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bottom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TabletWallet</w:t>
            </w:r>
            <w:proofErr w:type="spellEnd"/>
          </w:p>
        </w:tc>
        <w:tc>
          <w:tcPr>
            <w:tcW w:w="1275" w:type="dxa"/>
            <w:vAlign w:val="bottom"/>
          </w:tcPr>
          <w:p w:rsidR="003F23CB" w:rsidRPr="00127C3E" w:rsidRDefault="005123A5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bottom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F23CB" w:rsidRPr="00DA04B6" w:rsidTr="003F23CB">
        <w:trPr>
          <w:trHeight w:val="221"/>
        </w:trPr>
        <w:tc>
          <w:tcPr>
            <w:tcW w:w="710" w:type="dxa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A1.5</w:t>
            </w:r>
          </w:p>
        </w:tc>
        <w:tc>
          <w:tcPr>
            <w:tcW w:w="992" w:type="dxa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bottom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Tablet</w:t>
            </w:r>
            <w:proofErr w:type="spellEnd"/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Αξιολόγησης</w:t>
            </w:r>
          </w:p>
        </w:tc>
        <w:tc>
          <w:tcPr>
            <w:tcW w:w="1275" w:type="dxa"/>
            <w:vAlign w:val="bottom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bottom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F23CB" w:rsidRPr="00DA04B6" w:rsidTr="003F23CB">
        <w:trPr>
          <w:trHeight w:val="207"/>
        </w:trPr>
        <w:tc>
          <w:tcPr>
            <w:tcW w:w="710" w:type="dxa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bottom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7C3E">
              <w:rPr>
                <w:rFonts w:ascii="Tahoma" w:hAnsi="Tahoma" w:cs="Tahoma"/>
                <w:b/>
                <w:bCs/>
                <w:sz w:val="18"/>
                <w:szCs w:val="18"/>
              </w:rPr>
              <w:t>Υπ.1 Σύνολο:</w:t>
            </w:r>
          </w:p>
        </w:tc>
        <w:tc>
          <w:tcPr>
            <w:tcW w:w="1134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F23CB" w:rsidRPr="00DA04B6" w:rsidTr="003F23CB">
        <w:trPr>
          <w:trHeight w:val="221"/>
        </w:trPr>
        <w:tc>
          <w:tcPr>
            <w:tcW w:w="710" w:type="dxa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A2.1</w:t>
            </w:r>
          </w:p>
        </w:tc>
        <w:tc>
          <w:tcPr>
            <w:tcW w:w="992" w:type="dxa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19" w:type="dxa"/>
            <w:vAlign w:val="bottom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Πολυμηχανήματα</w:t>
            </w:r>
            <w:proofErr w:type="spellEnd"/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MFP </w:t>
            </w:r>
            <w:proofErr w:type="spellStart"/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LaserMono</w:t>
            </w:r>
            <w:proofErr w:type="spellEnd"/>
          </w:p>
        </w:tc>
        <w:tc>
          <w:tcPr>
            <w:tcW w:w="1275" w:type="dxa"/>
            <w:vAlign w:val="bottom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27C3E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bottom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F23CB" w:rsidRPr="00DA04B6" w:rsidTr="003F23CB">
        <w:trPr>
          <w:trHeight w:val="221"/>
        </w:trPr>
        <w:tc>
          <w:tcPr>
            <w:tcW w:w="710" w:type="dxa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bottom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3F23CB" w:rsidRPr="00127C3E" w:rsidRDefault="003F23CB" w:rsidP="00F420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</w:t>
            </w:r>
            <w:r w:rsidRPr="00127C3E">
              <w:rPr>
                <w:rFonts w:ascii="Tahoma" w:hAnsi="Tahoma" w:cs="Tahoma"/>
                <w:b/>
                <w:bCs/>
                <w:sz w:val="18"/>
                <w:szCs w:val="18"/>
              </w:rPr>
              <w:t>Υπ.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127C3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Σύνολο:</w:t>
            </w:r>
          </w:p>
        </w:tc>
        <w:tc>
          <w:tcPr>
            <w:tcW w:w="1134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F23CB" w:rsidRPr="00DA04B6" w:rsidTr="00A862AE">
        <w:trPr>
          <w:trHeight w:val="1845"/>
        </w:trPr>
        <w:tc>
          <w:tcPr>
            <w:tcW w:w="10349" w:type="dxa"/>
            <w:gridSpan w:val="8"/>
          </w:tcPr>
          <w:p w:rsidR="003F23CB" w:rsidRPr="00DA04B6" w:rsidRDefault="003F23CB" w:rsidP="001B69B3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F42045">
              <w:rPr>
                <w:rFonts w:ascii="Courier New" w:hAnsi="Courier New" w:cs="Courier New"/>
                <w:noProof/>
                <w:color w:val="000000" w:themeColor="text1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1196340</wp:posOffset>
                  </wp:positionH>
                  <wp:positionV relativeFrom="paragraph">
                    <wp:posOffset>339090</wp:posOffset>
                  </wp:positionV>
                  <wp:extent cx="3879850" cy="495300"/>
                  <wp:effectExtent l="19050" t="0" r="6350" b="0"/>
                  <wp:wrapNone/>
                  <wp:docPr id="7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A6168" w:rsidRDefault="000A6168" w:rsidP="00133690">
      <w:pPr>
        <w:spacing w:line="360" w:lineRule="auto"/>
        <w:jc w:val="right"/>
        <w:rPr>
          <w:rFonts w:ascii="Arial" w:hAnsi="Arial" w:cs="Arial"/>
        </w:rPr>
      </w:pPr>
    </w:p>
    <w:p w:rsidR="00533D92" w:rsidRDefault="00533D92" w:rsidP="00133690">
      <w:pPr>
        <w:spacing w:line="360" w:lineRule="auto"/>
        <w:jc w:val="right"/>
        <w:rPr>
          <w:rFonts w:ascii="Arial" w:hAnsi="Arial" w:cs="Arial"/>
        </w:rPr>
      </w:pPr>
    </w:p>
    <w:p w:rsidR="00533D92" w:rsidRDefault="00533D92" w:rsidP="00133690">
      <w:pPr>
        <w:spacing w:line="360" w:lineRule="auto"/>
        <w:jc w:val="right"/>
        <w:rPr>
          <w:rFonts w:ascii="Arial" w:hAnsi="Arial" w:cs="Arial"/>
        </w:rPr>
      </w:pPr>
    </w:p>
    <w:tbl>
      <w:tblPr>
        <w:tblStyle w:val="a5"/>
        <w:tblW w:w="10708" w:type="dxa"/>
        <w:tblInd w:w="-318" w:type="dxa"/>
        <w:tblLayout w:type="fixed"/>
        <w:tblLook w:val="04A0"/>
      </w:tblPr>
      <w:tblGrid>
        <w:gridCol w:w="719"/>
        <w:gridCol w:w="841"/>
        <w:gridCol w:w="3828"/>
        <w:gridCol w:w="1134"/>
        <w:gridCol w:w="1275"/>
        <w:gridCol w:w="926"/>
        <w:gridCol w:w="851"/>
        <w:gridCol w:w="1134"/>
      </w:tblGrid>
      <w:tr w:rsidR="003F23CB" w:rsidRPr="00DA04B6" w:rsidTr="003F23CB">
        <w:trPr>
          <w:trHeight w:val="681"/>
        </w:trPr>
        <w:tc>
          <w:tcPr>
            <w:tcW w:w="10708" w:type="dxa"/>
            <w:gridSpan w:val="8"/>
          </w:tcPr>
          <w:p w:rsidR="003F23CB" w:rsidRPr="00533D92" w:rsidRDefault="003F23CB" w:rsidP="00533D9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33D92">
              <w:rPr>
                <w:rFonts w:ascii="Tahoma" w:hAnsi="Tahoma" w:cs="Tahoma"/>
                <w:b/>
                <w:sz w:val="18"/>
                <w:szCs w:val="18"/>
              </w:rPr>
              <w:t>ΟΜΑΔΑ Β</w:t>
            </w:r>
          </w:p>
          <w:p w:rsidR="003F23CB" w:rsidRPr="00E16AFB" w:rsidRDefault="003F23CB" w:rsidP="00533D9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92">
              <w:rPr>
                <w:rFonts w:ascii="Tahoma" w:eastAsia="Calibri" w:hAnsi="Tahoma" w:cs="Tahoma"/>
                <w:sz w:val="18"/>
                <w:szCs w:val="18"/>
              </w:rPr>
              <w:t>«</w:t>
            </w:r>
            <w:r w:rsidRPr="00533D9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Προμήθεια Μηχανογραφικού Εξοπλισμού για τις Υπηρεσίες του Δήμου</w:t>
            </w:r>
            <w:r w:rsidRPr="00533D92">
              <w:rPr>
                <w:rFonts w:ascii="Tahoma" w:eastAsia="Calibri" w:hAnsi="Tahoma" w:cs="Tahoma"/>
                <w:sz w:val="18"/>
                <w:szCs w:val="18"/>
              </w:rPr>
              <w:t>»</w:t>
            </w:r>
          </w:p>
        </w:tc>
      </w:tr>
      <w:tr w:rsidR="003F23CB" w:rsidRPr="00DA04B6" w:rsidTr="00A2146E">
        <w:trPr>
          <w:trHeight w:val="639"/>
        </w:trPr>
        <w:tc>
          <w:tcPr>
            <w:tcW w:w="719" w:type="dxa"/>
            <w:vAlign w:val="bottom"/>
          </w:tcPr>
          <w:p w:rsidR="003F23CB" w:rsidRPr="003F23CB" w:rsidRDefault="003F23CB" w:rsidP="00595C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23CB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841" w:type="dxa"/>
            <w:vAlign w:val="bottom"/>
          </w:tcPr>
          <w:p w:rsidR="003F23CB" w:rsidRPr="003F23CB" w:rsidRDefault="003F23CB" w:rsidP="00595C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3F23CB">
              <w:rPr>
                <w:rFonts w:ascii="Tahoma" w:hAnsi="Tahoma" w:cs="Tahoma"/>
                <w:b/>
                <w:sz w:val="18"/>
                <w:szCs w:val="18"/>
              </w:rPr>
              <w:t>Υπο</w:t>
            </w:r>
            <w:proofErr w:type="spellEnd"/>
          </w:p>
          <w:p w:rsidR="003F23CB" w:rsidRPr="003F23CB" w:rsidRDefault="003F23CB" w:rsidP="00595C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23CB">
              <w:rPr>
                <w:rFonts w:ascii="Tahoma" w:hAnsi="Tahoma" w:cs="Tahoma"/>
                <w:b/>
                <w:sz w:val="18"/>
                <w:szCs w:val="18"/>
              </w:rPr>
              <w:t>ομάδα</w:t>
            </w:r>
          </w:p>
        </w:tc>
        <w:tc>
          <w:tcPr>
            <w:tcW w:w="3828" w:type="dxa"/>
            <w:vAlign w:val="bottom"/>
          </w:tcPr>
          <w:p w:rsidR="003F23CB" w:rsidRPr="00732791" w:rsidRDefault="003F23CB" w:rsidP="00595C1C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73279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ΠΕΡΙΓΡΑΦΗ</w:t>
            </w:r>
          </w:p>
        </w:tc>
        <w:tc>
          <w:tcPr>
            <w:tcW w:w="1134" w:type="dxa"/>
            <w:vAlign w:val="bottom"/>
          </w:tcPr>
          <w:p w:rsidR="003F23CB" w:rsidRPr="00732791" w:rsidRDefault="003F23CB" w:rsidP="00595C1C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73279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ΠΟΣΟΤΗΤΑ</w:t>
            </w:r>
          </w:p>
        </w:tc>
        <w:tc>
          <w:tcPr>
            <w:tcW w:w="1275" w:type="dxa"/>
            <w:vAlign w:val="bottom"/>
          </w:tcPr>
          <w:p w:rsidR="003F23CB" w:rsidRPr="003F23CB" w:rsidRDefault="003F23CB" w:rsidP="00595C1C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3F23CB">
              <w:rPr>
                <w:rFonts w:ascii="Tahoma" w:hAnsi="Tahoma" w:cs="Tahoma"/>
                <w:b/>
                <w:color w:val="000000"/>
                <w:sz w:val="18"/>
                <w:szCs w:val="18"/>
                <w:lang w:val="en-GB"/>
              </w:rPr>
              <w:t>TIMH MONAΔΟΣ</w:t>
            </w:r>
          </w:p>
        </w:tc>
        <w:tc>
          <w:tcPr>
            <w:tcW w:w="926" w:type="dxa"/>
            <w:vAlign w:val="bottom"/>
          </w:tcPr>
          <w:p w:rsidR="003F23CB" w:rsidRPr="00292C8A" w:rsidRDefault="003F23CB" w:rsidP="003F23C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92C8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ΣΥΝΟΛΟ ΑΝΕΥ ΦΠΑ</w:t>
            </w:r>
          </w:p>
        </w:tc>
        <w:tc>
          <w:tcPr>
            <w:tcW w:w="851" w:type="dxa"/>
            <w:vAlign w:val="bottom"/>
          </w:tcPr>
          <w:p w:rsidR="003F23CB" w:rsidRPr="00292C8A" w:rsidRDefault="003F23CB" w:rsidP="003F23C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92C8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ΦΠΑ 24%</w:t>
            </w:r>
          </w:p>
        </w:tc>
        <w:tc>
          <w:tcPr>
            <w:tcW w:w="1134" w:type="dxa"/>
            <w:vAlign w:val="bottom"/>
          </w:tcPr>
          <w:p w:rsidR="003F23CB" w:rsidRPr="00292C8A" w:rsidRDefault="003F23CB" w:rsidP="003F23C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92C8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ΣΥΝΟΛΟ ΤΕΛΙΚΟ</w:t>
            </w:r>
          </w:p>
        </w:tc>
      </w:tr>
      <w:tr w:rsidR="003F23CB" w:rsidRPr="00DA04B6" w:rsidTr="00A2146E">
        <w:trPr>
          <w:trHeight w:val="200"/>
        </w:trPr>
        <w:tc>
          <w:tcPr>
            <w:tcW w:w="719" w:type="dxa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B1.1</w:t>
            </w:r>
          </w:p>
        </w:tc>
        <w:tc>
          <w:tcPr>
            <w:tcW w:w="841" w:type="dxa"/>
          </w:tcPr>
          <w:p w:rsidR="003F23CB" w:rsidRPr="00AE2CB1" w:rsidRDefault="003F23C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8" w:type="dxa"/>
            <w:vAlign w:val="bottom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Ηλεκτρονικοί Υπολογιστές</w:t>
            </w:r>
          </w:p>
        </w:tc>
        <w:tc>
          <w:tcPr>
            <w:tcW w:w="1134" w:type="dxa"/>
            <w:vAlign w:val="bottom"/>
          </w:tcPr>
          <w:p w:rsidR="003F23CB" w:rsidRPr="00AE2CB1" w:rsidRDefault="003F23C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bottom"/>
          </w:tcPr>
          <w:p w:rsidR="003F23CB" w:rsidRPr="00732791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F23CB" w:rsidRPr="00DA04B6" w:rsidTr="00A2146E">
        <w:trPr>
          <w:trHeight w:val="187"/>
        </w:trPr>
        <w:tc>
          <w:tcPr>
            <w:tcW w:w="719" w:type="dxa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B1.2</w:t>
            </w:r>
          </w:p>
        </w:tc>
        <w:tc>
          <w:tcPr>
            <w:tcW w:w="841" w:type="dxa"/>
          </w:tcPr>
          <w:p w:rsidR="003F23CB" w:rsidRPr="00AE2CB1" w:rsidRDefault="003F23C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8" w:type="dxa"/>
            <w:vAlign w:val="bottom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Ηλεκτρονικοί Υπολογιστές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Refurbish</w:t>
            </w:r>
            <w:proofErr w:type="spellEnd"/>
          </w:p>
        </w:tc>
        <w:tc>
          <w:tcPr>
            <w:tcW w:w="1134" w:type="dxa"/>
            <w:vAlign w:val="bottom"/>
          </w:tcPr>
          <w:p w:rsidR="003F23CB" w:rsidRPr="00AE2CB1" w:rsidRDefault="003F23C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  <w:vAlign w:val="bottom"/>
          </w:tcPr>
          <w:p w:rsidR="003F23CB" w:rsidRPr="00732791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F23CB" w:rsidRPr="00DA04B6" w:rsidTr="00A2146E">
        <w:trPr>
          <w:trHeight w:val="200"/>
        </w:trPr>
        <w:tc>
          <w:tcPr>
            <w:tcW w:w="719" w:type="dxa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Β1.3</w:t>
            </w:r>
          </w:p>
        </w:tc>
        <w:tc>
          <w:tcPr>
            <w:tcW w:w="841" w:type="dxa"/>
          </w:tcPr>
          <w:p w:rsidR="003F23CB" w:rsidRPr="00AE2CB1" w:rsidRDefault="003F23C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8" w:type="dxa"/>
            <w:vAlign w:val="bottom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Ηλεκτρονικοί Υπολογιστές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Laptop</w:t>
            </w:r>
            <w:proofErr w:type="spellEnd"/>
          </w:p>
        </w:tc>
        <w:tc>
          <w:tcPr>
            <w:tcW w:w="1134" w:type="dxa"/>
            <w:vAlign w:val="bottom"/>
          </w:tcPr>
          <w:p w:rsidR="003F23CB" w:rsidRPr="000E5158" w:rsidRDefault="000E5158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5" w:type="dxa"/>
            <w:vAlign w:val="bottom"/>
          </w:tcPr>
          <w:p w:rsidR="003F23CB" w:rsidRPr="00732791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2146E" w:rsidRPr="00DA04B6" w:rsidTr="00A2146E">
        <w:trPr>
          <w:trHeight w:val="200"/>
        </w:trPr>
        <w:tc>
          <w:tcPr>
            <w:tcW w:w="719" w:type="dxa"/>
          </w:tcPr>
          <w:p w:rsidR="00A2146E" w:rsidRPr="00AE2CB1" w:rsidRDefault="00A2146E" w:rsidP="00350E9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Β1.4</w:t>
            </w:r>
          </w:p>
        </w:tc>
        <w:tc>
          <w:tcPr>
            <w:tcW w:w="841" w:type="dxa"/>
          </w:tcPr>
          <w:p w:rsidR="00A2146E" w:rsidRPr="00AE2CB1" w:rsidRDefault="00A2146E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8" w:type="dxa"/>
            <w:vAlign w:val="bottom"/>
          </w:tcPr>
          <w:p w:rsidR="00A2146E" w:rsidRPr="00A2146E" w:rsidRDefault="00A2146E" w:rsidP="00295F2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Ηλεκτρονικοί Υπολογιστές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All in One Touch</w:t>
            </w:r>
          </w:p>
        </w:tc>
        <w:tc>
          <w:tcPr>
            <w:tcW w:w="1134" w:type="dxa"/>
            <w:vAlign w:val="bottom"/>
          </w:tcPr>
          <w:p w:rsidR="00A2146E" w:rsidRPr="000E5158" w:rsidRDefault="000E5158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5" w:type="dxa"/>
            <w:vAlign w:val="bottom"/>
          </w:tcPr>
          <w:p w:rsidR="00A2146E" w:rsidRPr="00732791" w:rsidRDefault="00A2146E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:rsidR="00A2146E" w:rsidRPr="00732791" w:rsidRDefault="00A2146E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A2146E" w:rsidRPr="00732791" w:rsidRDefault="00A2146E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A2146E" w:rsidRPr="00732791" w:rsidRDefault="00A2146E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2146E" w:rsidRPr="00DA04B6" w:rsidTr="00A2146E">
        <w:trPr>
          <w:trHeight w:val="200"/>
        </w:trPr>
        <w:tc>
          <w:tcPr>
            <w:tcW w:w="719" w:type="dxa"/>
          </w:tcPr>
          <w:p w:rsidR="00A2146E" w:rsidRPr="00AE2CB1" w:rsidRDefault="00A2146E" w:rsidP="00350E9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Β1.5</w:t>
            </w:r>
          </w:p>
        </w:tc>
        <w:tc>
          <w:tcPr>
            <w:tcW w:w="841" w:type="dxa"/>
          </w:tcPr>
          <w:p w:rsidR="00A2146E" w:rsidRPr="00AE2CB1" w:rsidRDefault="00A2146E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8" w:type="dxa"/>
            <w:vAlign w:val="bottom"/>
          </w:tcPr>
          <w:p w:rsidR="00A2146E" w:rsidRPr="00AE2CB1" w:rsidRDefault="00A2146E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Οθόνες 24”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Multimedia</w:t>
            </w:r>
            <w:proofErr w:type="spellEnd"/>
          </w:p>
        </w:tc>
        <w:tc>
          <w:tcPr>
            <w:tcW w:w="1134" w:type="dxa"/>
            <w:vAlign w:val="bottom"/>
          </w:tcPr>
          <w:p w:rsidR="00A2146E" w:rsidRPr="00AE2CB1" w:rsidRDefault="00A2146E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5" w:type="dxa"/>
            <w:vAlign w:val="bottom"/>
          </w:tcPr>
          <w:p w:rsidR="00A2146E" w:rsidRPr="00732791" w:rsidRDefault="00A2146E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:rsidR="00A2146E" w:rsidRPr="00732791" w:rsidRDefault="00A2146E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A2146E" w:rsidRPr="00732791" w:rsidRDefault="00A2146E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A2146E" w:rsidRPr="00732791" w:rsidRDefault="00A2146E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2146E" w:rsidRPr="00DA04B6" w:rsidTr="00A2146E">
        <w:trPr>
          <w:trHeight w:val="200"/>
        </w:trPr>
        <w:tc>
          <w:tcPr>
            <w:tcW w:w="719" w:type="dxa"/>
          </w:tcPr>
          <w:p w:rsidR="00A2146E" w:rsidRPr="00AE2CB1" w:rsidRDefault="00A2146E" w:rsidP="00350E9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Β1.6</w:t>
            </w:r>
          </w:p>
        </w:tc>
        <w:tc>
          <w:tcPr>
            <w:tcW w:w="841" w:type="dxa"/>
          </w:tcPr>
          <w:p w:rsidR="00A2146E" w:rsidRPr="00AE2CB1" w:rsidRDefault="00A2146E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8" w:type="dxa"/>
            <w:vAlign w:val="bottom"/>
          </w:tcPr>
          <w:p w:rsidR="00A2146E" w:rsidRPr="00AE2CB1" w:rsidRDefault="00A2146E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Oθόνες</w:t>
            </w:r>
            <w:proofErr w:type="spellEnd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 32”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Multimedia</w:t>
            </w:r>
            <w:proofErr w:type="spellEnd"/>
          </w:p>
        </w:tc>
        <w:tc>
          <w:tcPr>
            <w:tcW w:w="1134" w:type="dxa"/>
            <w:vAlign w:val="bottom"/>
          </w:tcPr>
          <w:p w:rsidR="00A2146E" w:rsidRPr="00AE2CB1" w:rsidRDefault="00A2146E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5" w:type="dxa"/>
            <w:vAlign w:val="bottom"/>
          </w:tcPr>
          <w:p w:rsidR="00A2146E" w:rsidRPr="00732791" w:rsidRDefault="00A2146E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:rsidR="00A2146E" w:rsidRPr="00732791" w:rsidRDefault="00A2146E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A2146E" w:rsidRPr="00732791" w:rsidRDefault="00A2146E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A2146E" w:rsidRPr="00732791" w:rsidRDefault="00A2146E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2146E" w:rsidRPr="00DA04B6" w:rsidTr="00A2146E">
        <w:trPr>
          <w:trHeight w:val="200"/>
        </w:trPr>
        <w:tc>
          <w:tcPr>
            <w:tcW w:w="719" w:type="dxa"/>
          </w:tcPr>
          <w:p w:rsidR="00A2146E" w:rsidRPr="00AE2CB1" w:rsidRDefault="00A2146E" w:rsidP="00350E9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Β1.7</w:t>
            </w:r>
          </w:p>
        </w:tc>
        <w:tc>
          <w:tcPr>
            <w:tcW w:w="841" w:type="dxa"/>
          </w:tcPr>
          <w:p w:rsidR="00A2146E" w:rsidRPr="00AE2CB1" w:rsidRDefault="00A2146E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8" w:type="dxa"/>
            <w:vAlign w:val="bottom"/>
          </w:tcPr>
          <w:p w:rsidR="00A2146E" w:rsidRPr="00AE2CB1" w:rsidRDefault="00A2146E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Εκτυπωτές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Laser</w:t>
            </w:r>
            <w:proofErr w:type="spellEnd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 A4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mono</w:t>
            </w:r>
            <w:proofErr w:type="spellEnd"/>
          </w:p>
        </w:tc>
        <w:tc>
          <w:tcPr>
            <w:tcW w:w="1134" w:type="dxa"/>
            <w:vAlign w:val="bottom"/>
          </w:tcPr>
          <w:p w:rsidR="00A2146E" w:rsidRPr="00AE2CB1" w:rsidRDefault="00A2146E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5" w:type="dxa"/>
            <w:vAlign w:val="bottom"/>
          </w:tcPr>
          <w:p w:rsidR="00A2146E" w:rsidRPr="00732791" w:rsidRDefault="00A2146E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:rsidR="00A2146E" w:rsidRPr="00732791" w:rsidRDefault="00A2146E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A2146E" w:rsidRPr="00732791" w:rsidRDefault="00A2146E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A2146E" w:rsidRPr="00732791" w:rsidRDefault="00A2146E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2146E" w:rsidRPr="00DA04B6" w:rsidTr="00A2146E">
        <w:trPr>
          <w:trHeight w:val="200"/>
        </w:trPr>
        <w:tc>
          <w:tcPr>
            <w:tcW w:w="719" w:type="dxa"/>
          </w:tcPr>
          <w:p w:rsidR="00A2146E" w:rsidRPr="00AE2CB1" w:rsidRDefault="00A2146E" w:rsidP="00350E9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Β1.8</w:t>
            </w:r>
          </w:p>
        </w:tc>
        <w:tc>
          <w:tcPr>
            <w:tcW w:w="841" w:type="dxa"/>
          </w:tcPr>
          <w:p w:rsidR="00A2146E" w:rsidRPr="00AE2CB1" w:rsidRDefault="00A2146E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8" w:type="dxa"/>
            <w:vAlign w:val="bottom"/>
          </w:tcPr>
          <w:p w:rsidR="00A2146E" w:rsidRPr="00AE2CB1" w:rsidRDefault="00A2146E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Plotter</w:t>
            </w:r>
            <w:proofErr w:type="spellEnd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Scanner</w:t>
            </w:r>
            <w:proofErr w:type="spellEnd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:rsidR="00A2146E" w:rsidRPr="00AE2CB1" w:rsidRDefault="00A2146E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bottom"/>
          </w:tcPr>
          <w:p w:rsidR="00A2146E" w:rsidRPr="00732791" w:rsidRDefault="00A2146E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:rsidR="00A2146E" w:rsidRPr="00732791" w:rsidRDefault="00A2146E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A2146E" w:rsidRPr="00732791" w:rsidRDefault="00A2146E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A2146E" w:rsidRPr="00732791" w:rsidRDefault="00A2146E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F23CB" w:rsidRPr="00DA04B6" w:rsidTr="00A2146E">
        <w:trPr>
          <w:trHeight w:val="200"/>
        </w:trPr>
        <w:tc>
          <w:tcPr>
            <w:tcW w:w="719" w:type="dxa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Β1.</w:t>
            </w:r>
            <w:r w:rsidR="00A2146E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41" w:type="dxa"/>
          </w:tcPr>
          <w:p w:rsidR="003F23CB" w:rsidRPr="00AE2CB1" w:rsidRDefault="003F23C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8" w:type="dxa"/>
            <w:vAlign w:val="bottom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Tablet</w:t>
            </w:r>
            <w:proofErr w:type="spellEnd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 10''</w:t>
            </w:r>
          </w:p>
        </w:tc>
        <w:tc>
          <w:tcPr>
            <w:tcW w:w="1134" w:type="dxa"/>
            <w:vAlign w:val="bottom"/>
          </w:tcPr>
          <w:p w:rsidR="003F23CB" w:rsidRPr="00AE2CB1" w:rsidRDefault="004B15B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bottom"/>
          </w:tcPr>
          <w:p w:rsidR="003F23CB" w:rsidRPr="00732791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F23CB" w:rsidRPr="00DA04B6" w:rsidTr="00A2146E">
        <w:trPr>
          <w:trHeight w:val="187"/>
        </w:trPr>
        <w:tc>
          <w:tcPr>
            <w:tcW w:w="719" w:type="dxa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bottom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7C3E">
              <w:rPr>
                <w:rFonts w:ascii="Tahoma" w:hAnsi="Tahoma" w:cs="Tahoma"/>
                <w:b/>
                <w:bCs/>
                <w:sz w:val="18"/>
                <w:szCs w:val="18"/>
              </w:rPr>
              <w:t>Υπ.1 Σύνολο:</w:t>
            </w:r>
          </w:p>
        </w:tc>
        <w:tc>
          <w:tcPr>
            <w:tcW w:w="926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F23CB" w:rsidRPr="00DA04B6" w:rsidTr="00A2146E">
        <w:trPr>
          <w:trHeight w:val="200"/>
        </w:trPr>
        <w:tc>
          <w:tcPr>
            <w:tcW w:w="719" w:type="dxa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Β2.1</w:t>
            </w:r>
          </w:p>
        </w:tc>
        <w:tc>
          <w:tcPr>
            <w:tcW w:w="841" w:type="dxa"/>
          </w:tcPr>
          <w:p w:rsidR="003F23CB" w:rsidRPr="00AE2CB1" w:rsidRDefault="003F23C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8" w:type="dxa"/>
            <w:vAlign w:val="bottom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Switch</w:t>
            </w:r>
            <w:proofErr w:type="spellEnd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 48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ports</w:t>
            </w:r>
            <w:proofErr w:type="spellEnd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 POE / 1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Gb</w:t>
            </w:r>
            <w:proofErr w:type="spellEnd"/>
          </w:p>
        </w:tc>
        <w:tc>
          <w:tcPr>
            <w:tcW w:w="1134" w:type="dxa"/>
            <w:vAlign w:val="bottom"/>
          </w:tcPr>
          <w:p w:rsidR="003F23CB" w:rsidRPr="00AE2CB1" w:rsidRDefault="003F23C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bottom"/>
          </w:tcPr>
          <w:p w:rsidR="003F23CB" w:rsidRPr="00732791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F23CB" w:rsidRPr="00DA04B6" w:rsidTr="00A2146E">
        <w:trPr>
          <w:trHeight w:val="200"/>
        </w:trPr>
        <w:tc>
          <w:tcPr>
            <w:tcW w:w="719" w:type="dxa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Β2.2</w:t>
            </w:r>
          </w:p>
        </w:tc>
        <w:tc>
          <w:tcPr>
            <w:tcW w:w="841" w:type="dxa"/>
          </w:tcPr>
          <w:p w:rsidR="003F23CB" w:rsidRPr="00AE2CB1" w:rsidRDefault="003F23C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8" w:type="dxa"/>
            <w:vAlign w:val="bottom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Switch</w:t>
            </w:r>
            <w:proofErr w:type="spellEnd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 48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ports</w:t>
            </w:r>
            <w:proofErr w:type="spellEnd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1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Gb</w:t>
            </w:r>
            <w:proofErr w:type="spellEnd"/>
          </w:p>
        </w:tc>
        <w:tc>
          <w:tcPr>
            <w:tcW w:w="1134" w:type="dxa"/>
            <w:vAlign w:val="bottom"/>
          </w:tcPr>
          <w:p w:rsidR="003F23CB" w:rsidRPr="00AE2CB1" w:rsidRDefault="003F23C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bottom"/>
          </w:tcPr>
          <w:p w:rsidR="003F23CB" w:rsidRPr="00732791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F23CB" w:rsidRPr="00DA04B6" w:rsidTr="00A2146E">
        <w:trPr>
          <w:trHeight w:val="200"/>
        </w:trPr>
        <w:tc>
          <w:tcPr>
            <w:tcW w:w="719" w:type="dxa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Β2.3</w:t>
            </w:r>
          </w:p>
        </w:tc>
        <w:tc>
          <w:tcPr>
            <w:tcW w:w="841" w:type="dxa"/>
          </w:tcPr>
          <w:p w:rsidR="003F23CB" w:rsidRPr="00AE2CB1" w:rsidRDefault="003F23C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8" w:type="dxa"/>
            <w:vAlign w:val="bottom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Access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Point</w:t>
            </w:r>
            <w:proofErr w:type="spellEnd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Eσωτερικού</w:t>
            </w:r>
            <w:proofErr w:type="spellEnd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 χώρου</w:t>
            </w:r>
          </w:p>
        </w:tc>
        <w:tc>
          <w:tcPr>
            <w:tcW w:w="1134" w:type="dxa"/>
            <w:vAlign w:val="bottom"/>
          </w:tcPr>
          <w:p w:rsidR="003F23CB" w:rsidRPr="00AE2CB1" w:rsidRDefault="003F23C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bottom"/>
          </w:tcPr>
          <w:p w:rsidR="003F23CB" w:rsidRPr="00732791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F23CB" w:rsidRPr="00DA04B6" w:rsidTr="00A2146E">
        <w:trPr>
          <w:trHeight w:val="200"/>
        </w:trPr>
        <w:tc>
          <w:tcPr>
            <w:tcW w:w="719" w:type="dxa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Β2.4</w:t>
            </w:r>
          </w:p>
        </w:tc>
        <w:tc>
          <w:tcPr>
            <w:tcW w:w="841" w:type="dxa"/>
          </w:tcPr>
          <w:p w:rsidR="003F23CB" w:rsidRPr="00AE2CB1" w:rsidRDefault="003F23C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8" w:type="dxa"/>
            <w:vAlign w:val="bottom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Access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Point</w:t>
            </w:r>
            <w:proofErr w:type="spellEnd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Eξωτερικού</w:t>
            </w:r>
            <w:proofErr w:type="spellEnd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 χώρου</w:t>
            </w:r>
          </w:p>
        </w:tc>
        <w:tc>
          <w:tcPr>
            <w:tcW w:w="1134" w:type="dxa"/>
            <w:vAlign w:val="bottom"/>
          </w:tcPr>
          <w:p w:rsidR="003F23CB" w:rsidRPr="00AE2CB1" w:rsidRDefault="003F23C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bottom"/>
          </w:tcPr>
          <w:p w:rsidR="003F23CB" w:rsidRPr="00732791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F23CB" w:rsidRPr="00DA04B6" w:rsidTr="00A2146E">
        <w:trPr>
          <w:trHeight w:val="200"/>
        </w:trPr>
        <w:tc>
          <w:tcPr>
            <w:tcW w:w="719" w:type="dxa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Β2.5</w:t>
            </w:r>
          </w:p>
        </w:tc>
        <w:tc>
          <w:tcPr>
            <w:tcW w:w="841" w:type="dxa"/>
          </w:tcPr>
          <w:p w:rsidR="003F23CB" w:rsidRPr="00AE2CB1" w:rsidRDefault="003F23C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8" w:type="dxa"/>
            <w:vAlign w:val="bottom"/>
          </w:tcPr>
          <w:p w:rsidR="003F23CB" w:rsidRPr="00AE2CB1" w:rsidRDefault="003F23CB" w:rsidP="00295F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Ασύρματο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Router</w:t>
            </w:r>
            <w:proofErr w:type="spellEnd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Wap</w:t>
            </w:r>
            <w:proofErr w:type="spellEnd"/>
          </w:p>
        </w:tc>
        <w:tc>
          <w:tcPr>
            <w:tcW w:w="1134" w:type="dxa"/>
            <w:vAlign w:val="bottom"/>
          </w:tcPr>
          <w:p w:rsidR="003F23CB" w:rsidRPr="00AE2CB1" w:rsidRDefault="003F23CB" w:rsidP="00295F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CB1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vAlign w:val="bottom"/>
          </w:tcPr>
          <w:p w:rsidR="003F23CB" w:rsidRPr="00732791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3F23CB" w:rsidRPr="00732791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F23CB" w:rsidRPr="00DA04B6" w:rsidTr="00A2146E">
        <w:trPr>
          <w:trHeight w:val="200"/>
        </w:trPr>
        <w:tc>
          <w:tcPr>
            <w:tcW w:w="719" w:type="dxa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bottom"/>
          </w:tcPr>
          <w:p w:rsidR="003F23CB" w:rsidRPr="00127C3E" w:rsidRDefault="003F23CB" w:rsidP="00595C1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3F23CB" w:rsidRPr="00127C3E" w:rsidRDefault="003F23CB" w:rsidP="00595C1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</w:t>
            </w:r>
            <w:r w:rsidRPr="00127C3E">
              <w:rPr>
                <w:rFonts w:ascii="Tahoma" w:hAnsi="Tahoma" w:cs="Tahoma"/>
                <w:b/>
                <w:bCs/>
                <w:sz w:val="18"/>
                <w:szCs w:val="18"/>
              </w:rPr>
              <w:t>Υπ.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127C3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Σύνολο:</w:t>
            </w:r>
          </w:p>
        </w:tc>
        <w:tc>
          <w:tcPr>
            <w:tcW w:w="926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3F23CB" w:rsidRPr="00127C3E" w:rsidRDefault="003F23CB" w:rsidP="00595C1C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533D92" w:rsidRDefault="00533D92" w:rsidP="00133690">
      <w:pPr>
        <w:spacing w:line="360" w:lineRule="auto"/>
        <w:jc w:val="right"/>
        <w:rPr>
          <w:rFonts w:ascii="Arial" w:hAnsi="Arial" w:cs="Arial"/>
        </w:rPr>
      </w:pPr>
    </w:p>
    <w:p w:rsidR="00533D92" w:rsidRDefault="00533D92" w:rsidP="00133690">
      <w:pPr>
        <w:spacing w:line="360" w:lineRule="auto"/>
        <w:jc w:val="right"/>
        <w:rPr>
          <w:rFonts w:ascii="Arial" w:hAnsi="Arial" w:cs="Arial"/>
        </w:rPr>
      </w:pPr>
    </w:p>
    <w:p w:rsidR="003F23CB" w:rsidRDefault="003F23CB" w:rsidP="00133690">
      <w:pPr>
        <w:spacing w:line="360" w:lineRule="auto"/>
        <w:jc w:val="right"/>
        <w:rPr>
          <w:rFonts w:ascii="Arial" w:hAnsi="Arial" w:cs="Arial"/>
        </w:rPr>
      </w:pPr>
    </w:p>
    <w:p w:rsidR="00533D92" w:rsidRDefault="00533D92" w:rsidP="00133690">
      <w:pPr>
        <w:spacing w:line="360" w:lineRule="auto"/>
        <w:jc w:val="right"/>
        <w:rPr>
          <w:rFonts w:ascii="Arial" w:hAnsi="Arial" w:cs="Arial"/>
        </w:rPr>
      </w:pPr>
    </w:p>
    <w:p w:rsidR="007B62D5" w:rsidRPr="00133690" w:rsidRDefault="003816BF" w:rsidP="00133690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Αθήνα …………. 20</w:t>
      </w:r>
      <w:r w:rsidR="00387FA5">
        <w:rPr>
          <w:rFonts w:ascii="Arial" w:hAnsi="Arial" w:cs="Arial"/>
        </w:rPr>
        <w:t>2</w:t>
      </w:r>
      <w:r w:rsidR="00A67438">
        <w:rPr>
          <w:rFonts w:ascii="Arial" w:hAnsi="Arial" w:cs="Arial"/>
        </w:rPr>
        <w:t>3</w:t>
      </w:r>
    </w:p>
    <w:p w:rsidR="003B539E" w:rsidRDefault="00133690" w:rsidP="00133690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133690">
        <w:rPr>
          <w:rFonts w:ascii="Arial" w:hAnsi="Arial" w:cs="Arial"/>
          <w:sz w:val="18"/>
          <w:szCs w:val="18"/>
        </w:rPr>
        <w:t xml:space="preserve">Ο  προσφέρων </w:t>
      </w:r>
    </w:p>
    <w:p w:rsidR="0038503E" w:rsidRPr="00133690" w:rsidRDefault="0038503E" w:rsidP="00133690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BD30A5" w:rsidRPr="00636746" w:rsidRDefault="00133690" w:rsidP="00DE7CD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(Σφραγίδα  Υπογραφή)</w:t>
      </w:r>
    </w:p>
    <w:sectPr w:rsidR="00BD30A5" w:rsidRPr="00636746" w:rsidSect="0038503E">
      <w:pgSz w:w="11906" w:h="16838"/>
      <w:pgMar w:top="426" w:right="42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C2D38"/>
    <w:multiLevelType w:val="hybridMultilevel"/>
    <w:tmpl w:val="161697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146B5E"/>
    <w:rsid w:val="00004D1A"/>
    <w:rsid w:val="00022CEA"/>
    <w:rsid w:val="000666F2"/>
    <w:rsid w:val="000700C3"/>
    <w:rsid w:val="000A6168"/>
    <w:rsid w:val="000A69CD"/>
    <w:rsid w:val="000B71B7"/>
    <w:rsid w:val="000E5158"/>
    <w:rsid w:val="001049C5"/>
    <w:rsid w:val="00133690"/>
    <w:rsid w:val="00146B5E"/>
    <w:rsid w:val="00153880"/>
    <w:rsid w:val="001924D3"/>
    <w:rsid w:val="001966A8"/>
    <w:rsid w:val="001A3358"/>
    <w:rsid w:val="001B47DC"/>
    <w:rsid w:val="001C0BFD"/>
    <w:rsid w:val="001C39C8"/>
    <w:rsid w:val="001E7A74"/>
    <w:rsid w:val="00203400"/>
    <w:rsid w:val="00203A7F"/>
    <w:rsid w:val="00255C80"/>
    <w:rsid w:val="00292DBE"/>
    <w:rsid w:val="00292E67"/>
    <w:rsid w:val="002B0665"/>
    <w:rsid w:val="002C1F6E"/>
    <w:rsid w:val="002C36EB"/>
    <w:rsid w:val="002F1A95"/>
    <w:rsid w:val="00345EE0"/>
    <w:rsid w:val="003761E4"/>
    <w:rsid w:val="003816BF"/>
    <w:rsid w:val="0038503E"/>
    <w:rsid w:val="00387FA5"/>
    <w:rsid w:val="00394B0C"/>
    <w:rsid w:val="003B539E"/>
    <w:rsid w:val="003C295F"/>
    <w:rsid w:val="003C4BCB"/>
    <w:rsid w:val="003C5477"/>
    <w:rsid w:val="003F23CB"/>
    <w:rsid w:val="004040CE"/>
    <w:rsid w:val="00410752"/>
    <w:rsid w:val="00466D84"/>
    <w:rsid w:val="004813B5"/>
    <w:rsid w:val="00482652"/>
    <w:rsid w:val="00495777"/>
    <w:rsid w:val="004B15BB"/>
    <w:rsid w:val="0050450E"/>
    <w:rsid w:val="0050536B"/>
    <w:rsid w:val="005123A5"/>
    <w:rsid w:val="0052031C"/>
    <w:rsid w:val="00533D92"/>
    <w:rsid w:val="00557BFA"/>
    <w:rsid w:val="00597B16"/>
    <w:rsid w:val="005A0C98"/>
    <w:rsid w:val="005D4866"/>
    <w:rsid w:val="005D5382"/>
    <w:rsid w:val="005E2AD2"/>
    <w:rsid w:val="005E757C"/>
    <w:rsid w:val="005F71F9"/>
    <w:rsid w:val="00610BDB"/>
    <w:rsid w:val="00636746"/>
    <w:rsid w:val="006522AA"/>
    <w:rsid w:val="0068060A"/>
    <w:rsid w:val="00683062"/>
    <w:rsid w:val="00690A86"/>
    <w:rsid w:val="006B6DA9"/>
    <w:rsid w:val="00700981"/>
    <w:rsid w:val="007252D5"/>
    <w:rsid w:val="007436D9"/>
    <w:rsid w:val="0077319D"/>
    <w:rsid w:val="0079360B"/>
    <w:rsid w:val="007B62D5"/>
    <w:rsid w:val="007C5032"/>
    <w:rsid w:val="00830056"/>
    <w:rsid w:val="008A4253"/>
    <w:rsid w:val="008A42A1"/>
    <w:rsid w:val="008F0761"/>
    <w:rsid w:val="00934F84"/>
    <w:rsid w:val="009879EC"/>
    <w:rsid w:val="009B31C8"/>
    <w:rsid w:val="00A058C9"/>
    <w:rsid w:val="00A2146E"/>
    <w:rsid w:val="00A23BB4"/>
    <w:rsid w:val="00A24EF3"/>
    <w:rsid w:val="00A4139D"/>
    <w:rsid w:val="00A43C14"/>
    <w:rsid w:val="00A52EED"/>
    <w:rsid w:val="00A67438"/>
    <w:rsid w:val="00A8132A"/>
    <w:rsid w:val="00A82412"/>
    <w:rsid w:val="00AC21B7"/>
    <w:rsid w:val="00B04746"/>
    <w:rsid w:val="00B34A41"/>
    <w:rsid w:val="00B369DF"/>
    <w:rsid w:val="00B93EA3"/>
    <w:rsid w:val="00BD30A5"/>
    <w:rsid w:val="00BD4715"/>
    <w:rsid w:val="00BF57F9"/>
    <w:rsid w:val="00C10C33"/>
    <w:rsid w:val="00C23CC4"/>
    <w:rsid w:val="00C25211"/>
    <w:rsid w:val="00C67744"/>
    <w:rsid w:val="00C678CF"/>
    <w:rsid w:val="00C93F9D"/>
    <w:rsid w:val="00CC3D00"/>
    <w:rsid w:val="00CF7598"/>
    <w:rsid w:val="00D0499C"/>
    <w:rsid w:val="00D234B5"/>
    <w:rsid w:val="00D237DE"/>
    <w:rsid w:val="00D319BC"/>
    <w:rsid w:val="00D46AD3"/>
    <w:rsid w:val="00D94043"/>
    <w:rsid w:val="00DB5DF6"/>
    <w:rsid w:val="00DE7CD6"/>
    <w:rsid w:val="00E16AFB"/>
    <w:rsid w:val="00E23C6A"/>
    <w:rsid w:val="00E27F74"/>
    <w:rsid w:val="00E40CE0"/>
    <w:rsid w:val="00E753C3"/>
    <w:rsid w:val="00EA08A4"/>
    <w:rsid w:val="00EA2E11"/>
    <w:rsid w:val="00EC264B"/>
    <w:rsid w:val="00EE15CC"/>
    <w:rsid w:val="00F004F8"/>
    <w:rsid w:val="00F02743"/>
    <w:rsid w:val="00F42045"/>
    <w:rsid w:val="00F56C18"/>
    <w:rsid w:val="00F95868"/>
    <w:rsid w:val="00FB6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666F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666F2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830056"/>
    <w:pPr>
      <w:ind w:left="720"/>
      <w:contextualSpacing/>
    </w:pPr>
  </w:style>
  <w:style w:type="character" w:customStyle="1" w:styleId="FontStyle57">
    <w:name w:val="Font Style57"/>
    <w:basedOn w:val="a0"/>
    <w:uiPriority w:val="99"/>
    <w:rsid w:val="00D319BC"/>
    <w:rPr>
      <w:rFonts w:ascii="Calibri" w:hAnsi="Calibri" w:cs="Calibri"/>
      <w:b/>
      <w:bCs/>
      <w:i/>
      <w:iCs/>
      <w:color w:val="000000"/>
      <w:sz w:val="20"/>
      <w:szCs w:val="20"/>
    </w:rPr>
  </w:style>
  <w:style w:type="table" w:styleId="a5">
    <w:name w:val="Table Grid"/>
    <w:basedOn w:val="a1"/>
    <w:uiPriority w:val="59"/>
    <w:rsid w:val="007B62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153880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  <w:sz w:val="24"/>
      <w:szCs w:val="24"/>
    </w:rPr>
  </w:style>
  <w:style w:type="character" w:customStyle="1" w:styleId="FontStyle56">
    <w:name w:val="Font Style56"/>
    <w:basedOn w:val="a0"/>
    <w:uiPriority w:val="99"/>
    <w:rsid w:val="00153880"/>
    <w:rPr>
      <w:rFonts w:ascii="Calibri" w:hAnsi="Calibri" w:cs="Calibri"/>
      <w:color w:val="000000"/>
      <w:sz w:val="20"/>
      <w:szCs w:val="20"/>
    </w:rPr>
  </w:style>
  <w:style w:type="character" w:styleId="-">
    <w:name w:val="Hyperlink"/>
    <w:basedOn w:val="a0"/>
    <w:uiPriority w:val="99"/>
    <w:unhideWhenUsed/>
    <w:rsid w:val="000A6168"/>
    <w:rPr>
      <w:color w:val="0000FF" w:themeColor="hyperlink"/>
      <w:u w:val="single"/>
    </w:rPr>
  </w:style>
  <w:style w:type="paragraph" w:styleId="a6">
    <w:name w:val="Plain Text"/>
    <w:basedOn w:val="a"/>
    <w:link w:val="Char0"/>
    <w:unhideWhenUsed/>
    <w:rsid w:val="00533D92"/>
    <w:rPr>
      <w:rFonts w:ascii="Courier New" w:hAnsi="Courier New"/>
    </w:rPr>
  </w:style>
  <w:style w:type="character" w:customStyle="1" w:styleId="Char0">
    <w:name w:val="Απλό κείμενο Char"/>
    <w:basedOn w:val="a0"/>
    <w:link w:val="a6"/>
    <w:rsid w:val="00533D92"/>
    <w:rPr>
      <w:rFonts w:ascii="Courier New" w:eastAsia="Times New Roman" w:hAnsi="Courier New" w:cs="Times New Roman"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oikitiko@peristeri.g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178</TotalTime>
  <Pages>2</Pages>
  <Words>394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dp</cp:lastModifiedBy>
  <cp:revision>76</cp:revision>
  <cp:lastPrinted>2023-03-06T11:43:00Z</cp:lastPrinted>
  <dcterms:created xsi:type="dcterms:W3CDTF">2016-10-21T07:12:00Z</dcterms:created>
  <dcterms:modified xsi:type="dcterms:W3CDTF">2023-03-20T06:40:00Z</dcterms:modified>
</cp:coreProperties>
</file>